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CC8A6" w14:textId="501832A2" w:rsidR="00EA205D" w:rsidRDefault="00EA205D" w:rsidP="00A25EEC">
      <w:pPr>
        <w:pStyle w:val="Titelseite"/>
      </w:pPr>
    </w:p>
    <w:p w14:paraId="4B5B56D4" w14:textId="0A1EE507" w:rsidR="00A30D42" w:rsidRDefault="00A30D42" w:rsidP="00A25EEC">
      <w:pPr>
        <w:pStyle w:val="Titelseite"/>
      </w:pPr>
    </w:p>
    <w:p w14:paraId="5E44E122" w14:textId="77777777" w:rsidR="00A30D42" w:rsidRPr="00E364DF" w:rsidRDefault="00A30D42" w:rsidP="00A25EEC">
      <w:pPr>
        <w:pStyle w:val="Titelseite"/>
      </w:pPr>
    </w:p>
    <w:p w14:paraId="357A73C1" w14:textId="77777777" w:rsidR="00DF20ED" w:rsidRPr="00E364DF" w:rsidRDefault="00DF20ED" w:rsidP="00A25EEC">
      <w:pPr>
        <w:pStyle w:val="Titelseite"/>
      </w:pPr>
    </w:p>
    <w:p w14:paraId="025781C2" w14:textId="56E30E54" w:rsidR="00EA205D" w:rsidRPr="00E364DF" w:rsidRDefault="00EA205D" w:rsidP="00A25EEC">
      <w:pPr>
        <w:pStyle w:val="Titelseite"/>
      </w:pPr>
    </w:p>
    <w:p w14:paraId="2269CB70" w14:textId="1920E396" w:rsidR="00A30D42" w:rsidRDefault="00A30D42" w:rsidP="00A25EEC">
      <w:pPr>
        <w:pStyle w:val="Titelseite"/>
      </w:pPr>
    </w:p>
    <w:p w14:paraId="1DC7A233" w14:textId="77777777" w:rsidR="00A30D42" w:rsidRDefault="00A30D42" w:rsidP="00A25EEC">
      <w:pPr>
        <w:pStyle w:val="Titelseite"/>
      </w:pPr>
    </w:p>
    <w:p w14:paraId="4C31F2FC" w14:textId="77777777" w:rsid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2020-02-13</w:t>
      </w:r>
    </w:p>
    <w:p w14:paraId="7C1F3413" w14:textId="77777777" w:rsid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OEM-MF-M890-TTL-3V3</w:t>
      </w:r>
    </w:p>
    <w:p w14:paraId="57539C12" w14:textId="77777777" w:rsidR="00C10FCE" w:rsidRPr="00F30289" w:rsidRDefault="00C10FCE" w:rsidP="00C10FCE">
      <w:pPr>
        <w:pStyle w:val="Titelseite"/>
      </w:pPr>
      <w:r w:rsidRPr="00F30289">
        <w:t>Complaints Processing</w:t>
      </w:r>
    </w:p>
    <w:p w14:paraId="61C35AF9" w14:textId="29D5EABF" w:rsidR="00C0723D" w:rsidRPr="00327320" w:rsidRDefault="00C0723D" w:rsidP="00A25EEC">
      <w:pPr>
        <w:pStyle w:val="Titelseite"/>
        <w:rPr>
          <w:lang w:val="de-DE"/>
        </w:rPr>
      </w:pPr>
    </w:p>
    <w:p w14:paraId="1E85FE77" w14:textId="77777777" w:rsidR="00CC3996" w:rsidRPr="00327320" w:rsidRDefault="00CC3996" w:rsidP="00A25EEC">
      <w:pPr>
        <w:pStyle w:val="Titelseite"/>
        <w:rPr>
          <w:lang w:val="de-DE"/>
        </w:rPr>
      </w:pPr>
    </w:p>
    <w:p w14:paraId="157FE650" w14:textId="77777777" w:rsidR="00F821A6" w:rsidRPr="00327320" w:rsidRDefault="00C0723D" w:rsidP="00F821A6">
      <w:pPr>
        <w:rPr>
          <w:lang w:val="de-DE"/>
        </w:rPr>
      </w:pPr>
      <w:r w:rsidRPr="00327320">
        <w:rPr>
          <w:lang w:val="de-DE"/>
        </w:rPr>
        <w:br w:type="page"/>
      </w:r>
    </w:p>
    <w:p w14:paraId="46B00B1F" w14:textId="77777777" w:rsidR="002641A1" w:rsidRDefault="002641A1" w:rsidP="002641A1">
      <w:pPr>
        <w:pStyle w:val="berschrift1"/>
      </w:pPr>
      <w:r>
        <w:lastRenderedPageBreak/>
        <w:t>Procedure</w:t>
      </w:r>
    </w:p>
    <w:p w14:paraId="27FF9063" w14:textId="4B236C68" w:rsidR="00F16309" w:rsidRPr="002641A1" w:rsidRDefault="002641A1" w:rsidP="00F16309">
      <w:r w:rsidRPr="002641A1">
        <w:t>Take reference values from 9 new OEM-MF-M890-TTL-3V3</w:t>
      </w:r>
      <w:r w:rsidR="00327320" w:rsidRPr="002641A1">
        <w:t>:</w:t>
      </w:r>
    </w:p>
    <w:p w14:paraId="55D1235D" w14:textId="6920D515" w:rsidR="00327320" w:rsidRDefault="002641A1" w:rsidP="00327320">
      <w:pPr>
        <w:pStyle w:val="Auflistung"/>
        <w:rPr>
          <w:lang w:val="de-DE"/>
        </w:rPr>
      </w:pPr>
      <w:r>
        <w:rPr>
          <w:lang w:val="de-DE"/>
        </w:rPr>
        <w:t xml:space="preserve">Read </w:t>
      </w:r>
      <w:proofErr w:type="spellStart"/>
      <w:r>
        <w:rPr>
          <w:lang w:val="de-DE"/>
        </w:rPr>
        <w:t>range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with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several</w:t>
      </w:r>
      <w:proofErr w:type="spellEnd"/>
      <w:r>
        <w:rPr>
          <w:lang w:val="de-DE"/>
        </w:rPr>
        <w:t xml:space="preserve"> RFID tags</w:t>
      </w:r>
    </w:p>
    <w:p w14:paraId="7A0802BF" w14:textId="3773014B" w:rsidR="00327320" w:rsidRPr="002641A1" w:rsidRDefault="002641A1" w:rsidP="00327320">
      <w:pPr>
        <w:pStyle w:val="Auflistung"/>
      </w:pPr>
      <w:r w:rsidRPr="002641A1">
        <w:t>Current consumption at this operating conditions</w:t>
      </w:r>
      <w:r w:rsidR="00327320" w:rsidRPr="002641A1">
        <w:t>:</w:t>
      </w:r>
    </w:p>
    <w:p w14:paraId="0D39CFD9" w14:textId="3BBD3131" w:rsidR="002641A1" w:rsidRDefault="002641A1" w:rsidP="002641A1">
      <w:pPr>
        <w:pStyle w:val="Auflistung"/>
        <w:tabs>
          <w:tab w:val="num" w:pos="851"/>
        </w:tabs>
        <w:ind w:left="1304"/>
        <w:rPr>
          <w:lang w:val="de-DE"/>
        </w:rPr>
      </w:pPr>
      <w:proofErr w:type="spellStart"/>
      <w:r>
        <w:rPr>
          <w:lang w:val="de-DE"/>
        </w:rPr>
        <w:t>Idle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without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antenna</w:t>
      </w:r>
      <w:proofErr w:type="spellEnd"/>
    </w:p>
    <w:p w14:paraId="7DE76130" w14:textId="7D908D96" w:rsidR="002641A1" w:rsidRDefault="002641A1" w:rsidP="002641A1">
      <w:pPr>
        <w:pStyle w:val="Auflistung"/>
        <w:tabs>
          <w:tab w:val="num" w:pos="851"/>
        </w:tabs>
        <w:ind w:left="1304"/>
        <w:rPr>
          <w:lang w:val="de-DE"/>
        </w:rPr>
      </w:pPr>
      <w:proofErr w:type="spellStart"/>
      <w:r>
        <w:rPr>
          <w:lang w:val="de-DE"/>
        </w:rPr>
        <w:t>Idle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with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antenna</w:t>
      </w:r>
      <w:proofErr w:type="spellEnd"/>
    </w:p>
    <w:p w14:paraId="308878D5" w14:textId="65BD2BB7" w:rsidR="002641A1" w:rsidRDefault="002641A1" w:rsidP="002641A1">
      <w:pPr>
        <w:pStyle w:val="Auflistung"/>
        <w:tabs>
          <w:tab w:val="num" w:pos="851"/>
        </w:tabs>
        <w:ind w:left="1304"/>
        <w:rPr>
          <w:lang w:val="de-DE"/>
        </w:rPr>
      </w:pPr>
      <w:proofErr w:type="spellStart"/>
      <w:r>
        <w:rPr>
          <w:lang w:val="de-DE"/>
        </w:rPr>
        <w:t>Idle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with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antenna</w:t>
      </w:r>
      <w:proofErr w:type="spellEnd"/>
      <w:r>
        <w:rPr>
          <w:lang w:val="de-DE"/>
        </w:rPr>
        <w:t xml:space="preserve"> and RFID tag 1 at maximum </w:t>
      </w:r>
      <w:proofErr w:type="spellStart"/>
      <w:r>
        <w:rPr>
          <w:lang w:val="de-DE"/>
        </w:rPr>
        <w:t>changing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of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current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consumption</w:t>
      </w:r>
      <w:proofErr w:type="spellEnd"/>
    </w:p>
    <w:p w14:paraId="3F2EB57F" w14:textId="50678B3D" w:rsidR="00BE684E" w:rsidRPr="002641A1" w:rsidRDefault="002641A1" w:rsidP="00650CF2">
      <w:pPr>
        <w:pStyle w:val="Auflistung"/>
        <w:tabs>
          <w:tab w:val="num" w:pos="851"/>
        </w:tabs>
        <w:ind w:left="1304"/>
      </w:pPr>
      <w:r w:rsidRPr="002641A1">
        <w:t xml:space="preserve">Idle with antenna and RFID tag </w:t>
      </w:r>
      <w:r>
        <w:t>2</w:t>
      </w:r>
      <w:r w:rsidRPr="002641A1">
        <w:t xml:space="preserve"> at maximum changing of current consumption</w:t>
      </w:r>
    </w:p>
    <w:p w14:paraId="0DFF71AA" w14:textId="4B5A71F6" w:rsidR="00E0085C" w:rsidRPr="00327320" w:rsidRDefault="002641A1" w:rsidP="004C5812">
      <w:pPr>
        <w:pStyle w:val="berschrift1"/>
        <w:rPr>
          <w:lang w:val="de-DE"/>
        </w:rPr>
      </w:pPr>
      <w:r>
        <w:t>Recording of Reference Values</w:t>
      </w:r>
    </w:p>
    <w:p w14:paraId="585FEA67" w14:textId="13F2CE6B" w:rsidR="0055461C" w:rsidRDefault="00BE684E" w:rsidP="00E0085C">
      <w:pPr>
        <w:pStyle w:val="berschrift2"/>
      </w:pPr>
      <w:r>
        <w:t>Referen</w:t>
      </w:r>
      <w:r w:rsidR="002641A1">
        <w:t>ce Devices/Serial Numbers</w:t>
      </w:r>
    </w:p>
    <w:p w14:paraId="539A580F" w14:textId="0678A450" w:rsidR="00E0085C" w:rsidRDefault="00006124" w:rsidP="00E0085C">
      <w:r w:rsidRPr="00A252DD">
        <w:rPr>
          <w:lang w:val="de-DE"/>
        </w:rPr>
        <w:t>MF-M890-BU-</w:t>
      </w:r>
      <w:r w:rsidR="00E0085C">
        <w:t>198119</w:t>
      </w:r>
    </w:p>
    <w:p w14:paraId="03D640E9" w14:textId="5D44541F" w:rsidR="00E0085C" w:rsidRDefault="00006124" w:rsidP="00E0085C">
      <w:r w:rsidRPr="00A252DD">
        <w:rPr>
          <w:lang w:val="de-DE"/>
        </w:rPr>
        <w:t>MF-M890-BU-</w:t>
      </w:r>
      <w:r w:rsidR="00E0085C">
        <w:t>198121</w:t>
      </w:r>
    </w:p>
    <w:p w14:paraId="406A61E7" w14:textId="215C18E8" w:rsidR="00E0085C" w:rsidRDefault="00006124" w:rsidP="00E0085C">
      <w:r w:rsidRPr="00A252DD">
        <w:rPr>
          <w:lang w:val="de-DE"/>
        </w:rPr>
        <w:t>MF-M890-BU-</w:t>
      </w:r>
      <w:r w:rsidR="00E0085C">
        <w:t>198122</w:t>
      </w:r>
    </w:p>
    <w:p w14:paraId="0EADB079" w14:textId="6534487B" w:rsidR="00E0085C" w:rsidRDefault="00006124" w:rsidP="00E0085C">
      <w:r w:rsidRPr="00A252DD">
        <w:rPr>
          <w:lang w:val="de-DE"/>
        </w:rPr>
        <w:t>MF-M890-BU-</w:t>
      </w:r>
      <w:r w:rsidR="00E0085C">
        <w:t>198123</w:t>
      </w:r>
    </w:p>
    <w:p w14:paraId="4F83C440" w14:textId="21CD8C79" w:rsidR="00E0085C" w:rsidRDefault="00006124" w:rsidP="00E0085C">
      <w:r w:rsidRPr="00A252DD">
        <w:rPr>
          <w:lang w:val="de-DE"/>
        </w:rPr>
        <w:t>MF-M890-BU-</w:t>
      </w:r>
      <w:r w:rsidR="00E0085C">
        <w:t>198124</w:t>
      </w:r>
    </w:p>
    <w:p w14:paraId="6836A2FE" w14:textId="6592C61C" w:rsidR="00E0085C" w:rsidRDefault="00006124" w:rsidP="00E0085C">
      <w:r w:rsidRPr="00A252DD">
        <w:rPr>
          <w:lang w:val="de-DE"/>
        </w:rPr>
        <w:t>MF-M890-BU-</w:t>
      </w:r>
      <w:r w:rsidR="00E0085C">
        <w:t>198125</w:t>
      </w:r>
    </w:p>
    <w:p w14:paraId="7D21DEBE" w14:textId="4AC71D4D" w:rsidR="00E0085C" w:rsidRDefault="00006124" w:rsidP="00E0085C">
      <w:r w:rsidRPr="00A252DD">
        <w:rPr>
          <w:lang w:val="de-DE"/>
        </w:rPr>
        <w:t>MF-M890-BU-</w:t>
      </w:r>
      <w:r w:rsidR="00E0085C">
        <w:t>198126</w:t>
      </w:r>
    </w:p>
    <w:p w14:paraId="053D1CE9" w14:textId="53BBF9D9" w:rsidR="00E0085C" w:rsidRDefault="00006124" w:rsidP="00E0085C">
      <w:r w:rsidRPr="00A252DD">
        <w:rPr>
          <w:lang w:val="de-DE"/>
        </w:rPr>
        <w:t>MF-M890-BU-</w:t>
      </w:r>
      <w:r w:rsidR="00E0085C">
        <w:t>198127</w:t>
      </w:r>
    </w:p>
    <w:p w14:paraId="00AE6772" w14:textId="6D6CE2BB" w:rsidR="00E0085C" w:rsidRDefault="00006124" w:rsidP="00E0085C">
      <w:r w:rsidRPr="00A252DD">
        <w:rPr>
          <w:lang w:val="de-DE"/>
        </w:rPr>
        <w:t>MF-M890-BU-</w:t>
      </w:r>
      <w:r w:rsidR="00E0085C">
        <w:t>198128</w:t>
      </w:r>
    </w:p>
    <w:p w14:paraId="50CEF772" w14:textId="27C08054" w:rsidR="00E0085C" w:rsidRDefault="00BE684E" w:rsidP="006F0D6F">
      <w:pPr>
        <w:pStyle w:val="berschrift2"/>
      </w:pPr>
      <w:r>
        <w:t>Referen</w:t>
      </w:r>
      <w:r w:rsidR="002641A1">
        <w:t>ce Antenna + Data Tags</w:t>
      </w:r>
    </w:p>
    <w:p w14:paraId="7AF3ACD9" w14:textId="276A66E9" w:rsidR="00DE6394" w:rsidRDefault="00DE6394" w:rsidP="006F0D6F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55846206" wp14:editId="128C3217">
            <wp:extent cx="6296025" cy="367665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676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9FFE1" w14:textId="1C8062D8" w:rsidR="004C52E3" w:rsidRDefault="002641A1" w:rsidP="00A551CB">
      <w:pPr>
        <w:pStyle w:val="berschrift2"/>
        <w:rPr>
          <w:lang w:val="de-DE"/>
        </w:rPr>
      </w:pPr>
      <w:r>
        <w:rPr>
          <w:lang w:val="de-DE"/>
        </w:rPr>
        <w:t>Test Command</w:t>
      </w:r>
    </w:p>
    <w:p w14:paraId="4605B041" w14:textId="3698EEB9" w:rsidR="004C52E3" w:rsidRPr="00A11560" w:rsidRDefault="00A11560" w:rsidP="006F0D6F">
      <w:r w:rsidRPr="00A11560">
        <w:t>For read range test, sent with repe</w:t>
      </w:r>
      <w:r>
        <w:t xml:space="preserve">titions every 300 </w:t>
      </w:r>
      <w:proofErr w:type="spellStart"/>
      <w:r>
        <w:t>ms</w:t>
      </w:r>
      <w:proofErr w:type="spellEnd"/>
      <w:r w:rsidR="004C52E3" w:rsidRPr="00A11560">
        <w:t xml:space="preserve">: </w:t>
      </w:r>
      <w:r w:rsidR="004C52E3" w:rsidRPr="00A11560">
        <w:tab/>
        <w:t>AA 00 03 25 26 00 00 BB</w:t>
      </w:r>
    </w:p>
    <w:p w14:paraId="14B47B64" w14:textId="2770B427" w:rsidR="005F3A37" w:rsidRDefault="005F3A37" w:rsidP="005F3A37">
      <w:pPr>
        <w:pStyle w:val="berschrift2"/>
        <w:rPr>
          <w:lang w:val="de-DE"/>
        </w:rPr>
      </w:pPr>
      <w:r>
        <w:rPr>
          <w:lang w:val="de-DE"/>
        </w:rPr>
        <w:lastRenderedPageBreak/>
        <w:t>Referen</w:t>
      </w:r>
      <w:r w:rsidR="00A11560">
        <w:rPr>
          <w:lang w:val="de-DE"/>
        </w:rPr>
        <w:t>ce Values</w:t>
      </w:r>
    </w:p>
    <w:p w14:paraId="54FA61D6" w14:textId="6917FE66" w:rsidR="005F3A37" w:rsidRDefault="00A11560" w:rsidP="005F3A37">
      <w:pPr>
        <w:pStyle w:val="Zwischenberschrift"/>
        <w:rPr>
          <w:lang w:val="de-DE"/>
        </w:rPr>
      </w:pPr>
      <w:proofErr w:type="spellStart"/>
      <w:r>
        <w:rPr>
          <w:lang w:val="de-DE"/>
        </w:rPr>
        <w:t>Current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Consumption</w:t>
      </w:r>
      <w:proofErr w:type="spellEnd"/>
    </w:p>
    <w:p w14:paraId="30EDD695" w14:textId="021C125B" w:rsidR="005F3A37" w:rsidRPr="00A11560" w:rsidRDefault="00A11560" w:rsidP="005F3A37">
      <w:r w:rsidRPr="00A11560">
        <w:t>Without antenna</w:t>
      </w:r>
      <w:r w:rsidR="005F3A37" w:rsidRPr="00A11560">
        <w:t xml:space="preserve">: </w:t>
      </w:r>
      <w:r w:rsidR="002B692E" w:rsidRPr="00A11560">
        <w:tab/>
      </w:r>
      <w:r w:rsidR="002B692E" w:rsidRPr="00A11560">
        <w:tab/>
      </w:r>
      <w:r w:rsidR="002B692E" w:rsidRPr="00A11560">
        <w:tab/>
      </w:r>
      <w:r w:rsidR="005F3A37" w:rsidRPr="00A11560">
        <w:tab/>
        <w:t>40…47 mA</w:t>
      </w:r>
    </w:p>
    <w:p w14:paraId="76366AFA" w14:textId="598CD8B4" w:rsidR="005F3A37" w:rsidRPr="00A11560" w:rsidRDefault="00A11560" w:rsidP="005F3A37">
      <w:r w:rsidRPr="00A11560">
        <w:t>With antenna</w:t>
      </w:r>
      <w:r w:rsidR="005F3A37" w:rsidRPr="00A11560">
        <w:t>:</w:t>
      </w:r>
      <w:r w:rsidR="005F3A37" w:rsidRPr="00A11560">
        <w:tab/>
      </w:r>
      <w:r w:rsidR="005F3A37" w:rsidRPr="00A11560">
        <w:tab/>
      </w:r>
      <w:r w:rsidR="002B692E" w:rsidRPr="00A11560">
        <w:tab/>
      </w:r>
      <w:r w:rsidR="002B692E" w:rsidRPr="00A11560">
        <w:tab/>
      </w:r>
      <w:r w:rsidR="005F3A37" w:rsidRPr="00A11560">
        <w:t>16…17 mA</w:t>
      </w:r>
    </w:p>
    <w:p w14:paraId="093F370F" w14:textId="0B625F77" w:rsidR="005F3A37" w:rsidRPr="00A11560" w:rsidRDefault="00A11560" w:rsidP="005F3A37">
      <w:r>
        <w:t>With RFID tag</w:t>
      </w:r>
      <w:r w:rsidR="005F3A37" w:rsidRPr="00A11560">
        <w:t xml:space="preserve"> #1 (Security Card):</w:t>
      </w:r>
      <w:r w:rsidR="005F3A37" w:rsidRPr="00A11560">
        <w:tab/>
      </w:r>
      <w:r>
        <w:tab/>
      </w:r>
      <w:r w:rsidR="005F3A37" w:rsidRPr="00A11560">
        <w:t>25…27 mA</w:t>
      </w:r>
    </w:p>
    <w:p w14:paraId="06714968" w14:textId="5DA74527" w:rsidR="005F3A37" w:rsidRPr="00A11560" w:rsidRDefault="00A11560" w:rsidP="005F3A37">
      <w:r>
        <w:t>With RFID tag</w:t>
      </w:r>
      <w:r w:rsidRPr="00A11560">
        <w:t xml:space="preserve"> </w:t>
      </w:r>
      <w:r w:rsidR="005F3A37" w:rsidRPr="00A11560">
        <w:t>#2 (Lotte Castle Kaiser:</w:t>
      </w:r>
      <w:r w:rsidR="005F3A37" w:rsidRPr="00A11560">
        <w:tab/>
        <w:t>22…23 mA</w:t>
      </w:r>
    </w:p>
    <w:p w14:paraId="246BDD9C" w14:textId="646A9788" w:rsidR="005F3A37" w:rsidRPr="00A11560" w:rsidRDefault="00A11560" w:rsidP="00340B2C">
      <w:pPr>
        <w:pStyle w:val="Zwischenberschrift"/>
      </w:pPr>
      <w:r w:rsidRPr="00A11560">
        <w:t>Read Range</w:t>
      </w:r>
    </w:p>
    <w:p w14:paraId="1BAF3C1D" w14:textId="71895064" w:rsidR="00340B2C" w:rsidRPr="00A11560" w:rsidRDefault="00A11560" w:rsidP="00340B2C">
      <w:r>
        <w:t>With RFID tag</w:t>
      </w:r>
      <w:r w:rsidRPr="00A11560">
        <w:t xml:space="preserve"> </w:t>
      </w:r>
      <w:r w:rsidR="00340B2C" w:rsidRPr="00A11560">
        <w:t>#1 (Security Card):</w:t>
      </w:r>
      <w:r>
        <w:tab/>
      </w:r>
      <w:r w:rsidR="00340B2C" w:rsidRPr="00A11560">
        <w:tab/>
      </w:r>
      <w:r w:rsidR="00A551CB" w:rsidRPr="00A11560">
        <w:t>32…40 mm</w:t>
      </w:r>
    </w:p>
    <w:p w14:paraId="2CA1E49A" w14:textId="7504AF80" w:rsidR="00340B2C" w:rsidRPr="00A11560" w:rsidRDefault="00A11560" w:rsidP="00340B2C">
      <w:r>
        <w:t>With RFID tag</w:t>
      </w:r>
      <w:r w:rsidRPr="00A11560">
        <w:t xml:space="preserve"> </w:t>
      </w:r>
      <w:r w:rsidR="00340B2C" w:rsidRPr="00A11560">
        <w:t>#2 (Lotte Castle Kaiser:</w:t>
      </w:r>
      <w:r w:rsidR="00340B2C" w:rsidRPr="00A11560">
        <w:tab/>
      </w:r>
      <w:r w:rsidR="004079D7" w:rsidRPr="00A11560">
        <w:t>28…32 mm</w:t>
      </w:r>
    </w:p>
    <w:p w14:paraId="4AE4A6E7" w14:textId="31C63C6F" w:rsidR="00BE684E" w:rsidRDefault="00A11560" w:rsidP="00A252DD">
      <w:pPr>
        <w:pStyle w:val="berschrift1"/>
        <w:rPr>
          <w:lang w:val="de-DE"/>
        </w:rPr>
      </w:pPr>
      <w:proofErr w:type="spellStart"/>
      <w:r>
        <w:rPr>
          <w:lang w:val="de-DE"/>
        </w:rPr>
        <w:t>Complaint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of</w:t>
      </w:r>
      <w:proofErr w:type="spellEnd"/>
      <w:r w:rsidR="00A252DD">
        <w:rPr>
          <w:lang w:val="de-DE"/>
        </w:rPr>
        <w:t xml:space="preserve"> 2020-02-13</w:t>
      </w:r>
    </w:p>
    <w:p w14:paraId="074AE308" w14:textId="77A7E838" w:rsidR="00C10D8E" w:rsidRDefault="00A11560" w:rsidP="00C10D8E">
      <w:pPr>
        <w:pStyle w:val="berschrift2"/>
        <w:rPr>
          <w:lang w:val="de-DE"/>
        </w:rPr>
      </w:pPr>
      <w:proofErr w:type="spellStart"/>
      <w:r w:rsidRPr="00A11560">
        <w:rPr>
          <w:lang w:val="de-DE"/>
        </w:rPr>
        <w:t>Complaints</w:t>
      </w:r>
      <w:proofErr w:type="spellEnd"/>
      <w:r w:rsidRPr="00A11560">
        <w:rPr>
          <w:lang w:val="de-DE"/>
        </w:rPr>
        <w:t xml:space="preserve"> </w:t>
      </w:r>
      <w:proofErr w:type="spellStart"/>
      <w:r w:rsidRPr="00A11560">
        <w:rPr>
          <w:lang w:val="de-DE"/>
        </w:rPr>
        <w:t>to</w:t>
      </w:r>
      <w:proofErr w:type="spellEnd"/>
      <w:r w:rsidRPr="00A11560">
        <w:rPr>
          <w:lang w:val="de-DE"/>
        </w:rPr>
        <w:t xml:space="preserve"> </w:t>
      </w:r>
      <w:proofErr w:type="spellStart"/>
      <w:r w:rsidRPr="00A11560">
        <w:rPr>
          <w:lang w:val="de-DE"/>
        </w:rPr>
        <w:t>be</w:t>
      </w:r>
      <w:proofErr w:type="spellEnd"/>
      <w:r w:rsidRPr="00A11560">
        <w:rPr>
          <w:lang w:val="de-DE"/>
        </w:rPr>
        <w:t xml:space="preserve"> </w:t>
      </w:r>
      <w:proofErr w:type="spellStart"/>
      <w:r w:rsidRPr="00A11560">
        <w:rPr>
          <w:lang w:val="de-DE"/>
        </w:rPr>
        <w:t>examined</w:t>
      </w:r>
      <w:proofErr w:type="spellEnd"/>
    </w:p>
    <w:p w14:paraId="17682F79" w14:textId="7B352E94" w:rsidR="00AC775F" w:rsidRPr="00A11560" w:rsidRDefault="00AC775F" w:rsidP="00A252DD">
      <w:r w:rsidRPr="00A11560">
        <w:t>Num</w:t>
      </w:r>
      <w:r w:rsidR="00A11560" w:rsidRPr="00A11560">
        <w:t>b</w:t>
      </w:r>
      <w:r w:rsidRPr="00A11560">
        <w:t>er 6, S/N: MF-M890-BU-1805255</w:t>
      </w:r>
      <w:r w:rsidR="00A33BFA" w:rsidRPr="00A11560">
        <w:t xml:space="preserve">, </w:t>
      </w:r>
      <w:r w:rsidR="00A11560" w:rsidRPr="00A11560">
        <w:t>no reaction to RFID tag</w:t>
      </w:r>
    </w:p>
    <w:p w14:paraId="02DEC62E" w14:textId="4CDFF65B" w:rsidR="005D4D66" w:rsidRPr="00A11560" w:rsidRDefault="00A11560" w:rsidP="00A252DD">
      <w:r w:rsidRPr="00A11560">
        <w:t xml:space="preserve">Number </w:t>
      </w:r>
      <w:r w:rsidR="005D4D66" w:rsidRPr="00A11560">
        <w:t xml:space="preserve">14, S/N: MF-M890-BU-1802529, </w:t>
      </w:r>
      <w:r w:rsidRPr="00A11560">
        <w:t>low range, not every RFID tag works</w:t>
      </w:r>
    </w:p>
    <w:p w14:paraId="6D405639" w14:textId="064DA02E" w:rsidR="00A252DD" w:rsidRPr="00A11560" w:rsidRDefault="00A11560" w:rsidP="00A252DD">
      <w:r w:rsidRPr="00A11560">
        <w:t xml:space="preserve">Number </w:t>
      </w:r>
      <w:r w:rsidR="00A252DD" w:rsidRPr="00A11560">
        <w:t xml:space="preserve">19, S/N: MF-M890-BU-1802315, </w:t>
      </w:r>
      <w:r w:rsidRPr="00A11560">
        <w:t>low range, not every RFID tag works</w:t>
      </w:r>
    </w:p>
    <w:p w14:paraId="013F06D8" w14:textId="57610BE8" w:rsidR="002F4AD7" w:rsidRPr="00A11560" w:rsidRDefault="00A11560" w:rsidP="00A252DD">
      <w:r w:rsidRPr="00A11560">
        <w:t xml:space="preserve">Number </w:t>
      </w:r>
      <w:r w:rsidR="002F4AD7" w:rsidRPr="00A11560">
        <w:t>22, S/N: MF-M890-BU-180111</w:t>
      </w:r>
      <w:r w:rsidR="004A6C8C" w:rsidRPr="00A11560">
        <w:t>2</w:t>
      </w:r>
      <w:r w:rsidR="002F4AD7" w:rsidRPr="00A11560">
        <w:t xml:space="preserve">, </w:t>
      </w:r>
      <w:r w:rsidRPr="00A11560">
        <w:t>no reaction to RFID tag</w:t>
      </w:r>
    </w:p>
    <w:p w14:paraId="5643FE3D" w14:textId="5603DD18" w:rsidR="005D4D66" w:rsidRPr="00A11560" w:rsidRDefault="00A11560" w:rsidP="00A252DD">
      <w:r w:rsidRPr="00A11560">
        <w:t xml:space="preserve">Number </w:t>
      </w:r>
      <w:r w:rsidR="005D4D66" w:rsidRPr="00A11560">
        <w:t xml:space="preserve">30, S/N: MF-M890-BU-1807050, </w:t>
      </w:r>
      <w:r w:rsidRPr="00A11560">
        <w:t>no reaction to RFID tag</w:t>
      </w:r>
    </w:p>
    <w:p w14:paraId="1D57F2A6" w14:textId="3BA1D36C" w:rsidR="00C10D8E" w:rsidRDefault="00A11560" w:rsidP="00C10D8E">
      <w:pPr>
        <w:pStyle w:val="berschrift2"/>
        <w:rPr>
          <w:lang w:val="de-DE"/>
        </w:rPr>
      </w:pPr>
      <w:proofErr w:type="spellStart"/>
      <w:r>
        <w:rPr>
          <w:lang w:val="de-DE"/>
        </w:rPr>
        <w:t>Results</w:t>
      </w:r>
      <w:proofErr w:type="spellEnd"/>
    </w:p>
    <w:p w14:paraId="451B9A0A" w14:textId="0140C729" w:rsidR="00AC775F" w:rsidRDefault="00C10D8E" w:rsidP="00A252DD">
      <w:pPr>
        <w:rPr>
          <w:lang w:val="de-DE"/>
        </w:rPr>
      </w:pPr>
      <w:r>
        <w:rPr>
          <w:noProof/>
          <w:lang w:val="de-DE"/>
        </w:rPr>
        <w:drawing>
          <wp:inline distT="0" distB="0" distL="0" distR="0" wp14:anchorId="234036C6" wp14:editId="6A37AC94">
            <wp:extent cx="5154790" cy="3829050"/>
            <wp:effectExtent l="0" t="0" r="825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00" b="9005"/>
                    <a:stretch/>
                  </pic:blipFill>
                  <pic:spPr bwMode="auto">
                    <a:xfrm>
                      <a:off x="0" y="0"/>
                      <a:ext cx="5175591" cy="38445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2AF4B7" w14:textId="77777777" w:rsidR="00A11560" w:rsidRDefault="00A11560" w:rsidP="00A11560"/>
    <w:p w14:paraId="0E85BA4A" w14:textId="126ACC43" w:rsidR="00A11560" w:rsidRPr="00A11560" w:rsidRDefault="00A11560" w:rsidP="00A11560">
      <w:r w:rsidRPr="00A11560">
        <w:t>Although the MF-M890-BU-1805255 board reacts to the approach of a data carrier, RFID commands (UID capture) are not successful. The error message "Data carrier cannot be found" is displayed.</w:t>
      </w:r>
    </w:p>
    <w:p w14:paraId="3B4854B7" w14:textId="77777777" w:rsidR="00A11560" w:rsidRPr="00A11560" w:rsidRDefault="00A11560" w:rsidP="00A11560"/>
    <w:p w14:paraId="2D251A01" w14:textId="0300FF07" w:rsidR="00C10D8E" w:rsidRPr="008569F5" w:rsidRDefault="00A11560" w:rsidP="00A11560">
      <w:r w:rsidRPr="008569F5">
        <w:rPr>
          <w:highlight w:val="yellow"/>
        </w:rPr>
        <w:t>The current consumption is differen</w:t>
      </w:r>
      <w:r w:rsidR="008569F5">
        <w:rPr>
          <w:highlight w:val="yellow"/>
        </w:rPr>
        <w:t>t (WHY)</w:t>
      </w:r>
      <w:bookmarkStart w:id="0" w:name="_GoBack"/>
      <w:bookmarkEnd w:id="0"/>
      <w:r w:rsidRPr="00A11560">
        <w:t xml:space="preserve">, except for the MF-M890-BU-1801112 module. </w:t>
      </w:r>
      <w:r w:rsidRPr="008569F5">
        <w:t>The ranges are all within the reference range.</w:t>
      </w:r>
    </w:p>
    <w:sectPr w:rsidR="00C10D8E" w:rsidRPr="008569F5" w:rsidSect="000270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7" w:h="16840" w:code="9"/>
      <w:pgMar w:top="1531" w:right="1134" w:bottom="1077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8CEE5" w14:textId="77777777" w:rsidR="00485E73" w:rsidRDefault="00485E73">
      <w:r>
        <w:separator/>
      </w:r>
    </w:p>
    <w:p w14:paraId="647615EF" w14:textId="77777777" w:rsidR="00485E73" w:rsidRDefault="00485E73"/>
    <w:p w14:paraId="21345D80" w14:textId="77777777" w:rsidR="00485E73" w:rsidRDefault="00485E73"/>
  </w:endnote>
  <w:endnote w:type="continuationSeparator" w:id="0">
    <w:p w14:paraId="4F0CE954" w14:textId="77777777" w:rsidR="00485E73" w:rsidRDefault="00485E73">
      <w:r>
        <w:continuationSeparator/>
      </w:r>
    </w:p>
    <w:p w14:paraId="3D601641" w14:textId="77777777" w:rsidR="00485E73" w:rsidRDefault="00485E73"/>
    <w:p w14:paraId="2A42942E" w14:textId="77777777" w:rsidR="00485E73" w:rsidRDefault="00485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rostile LT Bold">
    <w:altName w:val="Eurostile LT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51DF3" w14:textId="1B59BF8B" w:rsidR="00485E73" w:rsidRPr="00843732" w:rsidRDefault="00760D21" w:rsidP="00427476">
    <w:pPr>
      <w:pStyle w:val="Fuzeile"/>
    </w:pPr>
    <w:r>
      <w:t>Page</w:t>
    </w:r>
    <w:r w:rsidR="00485E73" w:rsidRPr="00843732">
      <w:t xml:space="preserve"> </w:t>
    </w:r>
    <w:r w:rsidR="00485E73" w:rsidRPr="00843732">
      <w:fldChar w:fldCharType="begin"/>
    </w:r>
    <w:r w:rsidR="00485E73" w:rsidRPr="00843732">
      <w:instrText xml:space="preserve"> PAGE </w:instrText>
    </w:r>
    <w:r w:rsidR="00485E73" w:rsidRPr="00843732">
      <w:fldChar w:fldCharType="separate"/>
    </w:r>
    <w:r w:rsidR="00485E73">
      <w:rPr>
        <w:noProof/>
      </w:rPr>
      <w:t>6</w:t>
    </w:r>
    <w:r w:rsidR="00485E73" w:rsidRPr="00843732">
      <w:fldChar w:fldCharType="end"/>
    </w:r>
    <w:r w:rsidR="00485E73" w:rsidRPr="00843732">
      <w:t xml:space="preserve"> o</w:t>
    </w:r>
    <w:r>
      <w:t>f</w:t>
    </w:r>
    <w:r w:rsidR="00485E73" w:rsidRPr="00843732">
      <w:t xml:space="preserve">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 w:rsidR="00485E73">
      <w:rPr>
        <w:noProof/>
      </w:rPr>
      <w:t>6</w:t>
    </w:r>
    <w:r w:rsidR="00444F48">
      <w:rPr>
        <w:noProof/>
      </w:rPr>
      <w:fldChar w:fldCharType="end"/>
    </w:r>
    <w:r w:rsidR="00485E73">
      <w:rPr>
        <w:noProof/>
      </w:rPr>
      <w:tab/>
    </w:r>
    <w:r w:rsidR="00485E73">
      <w:rPr>
        <w:noProof/>
      </w:rPr>
      <w:tab/>
    </w:r>
    <w:r w:rsidR="00485E73">
      <w:t>OEM RFID Modules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5FD1" w14:textId="5BE6D806" w:rsidR="00485E73" w:rsidRPr="00427476" w:rsidRDefault="00485E73" w:rsidP="00427476">
    <w:pPr>
      <w:pStyle w:val="Fuzeile"/>
    </w:pPr>
    <w:r>
      <w:t>OEM RFID Modules</w:t>
    </w:r>
    <w:r w:rsidRPr="00427476">
      <w:tab/>
    </w:r>
    <w:r w:rsidRPr="00427476">
      <w:tab/>
    </w:r>
    <w:r w:rsidR="00760D21">
      <w:t>Page</w:t>
    </w:r>
    <w:r w:rsidRPr="00427476">
      <w:t xml:space="preserve"> </w:t>
    </w:r>
    <w:r w:rsidRPr="00427476">
      <w:fldChar w:fldCharType="begin"/>
    </w:r>
    <w:r w:rsidRPr="00427476">
      <w:instrText xml:space="preserve"> PAGE </w:instrText>
    </w:r>
    <w:r w:rsidRPr="00427476">
      <w:fldChar w:fldCharType="separate"/>
    </w:r>
    <w:r>
      <w:rPr>
        <w:noProof/>
      </w:rPr>
      <w:t>5</w:t>
    </w:r>
    <w:r w:rsidRPr="00427476">
      <w:fldChar w:fldCharType="end"/>
    </w:r>
    <w:r w:rsidRPr="00427476">
      <w:t xml:space="preserve"> o</w:t>
    </w:r>
    <w:r w:rsidR="00760D21">
      <w:t>f</w:t>
    </w:r>
    <w:r w:rsidRPr="00427476">
      <w:t xml:space="preserve">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>
      <w:rPr>
        <w:noProof/>
      </w:rPr>
      <w:t>6</w:t>
    </w:r>
    <w:r w:rsidR="00444F4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A0E3A" w14:textId="77777777" w:rsidR="00485E73" w:rsidRDefault="00485E73">
      <w:r>
        <w:separator/>
      </w:r>
    </w:p>
    <w:p w14:paraId="4170863C" w14:textId="77777777" w:rsidR="00485E73" w:rsidRDefault="00485E73"/>
    <w:p w14:paraId="14DA8A5C" w14:textId="77777777" w:rsidR="00485E73" w:rsidRDefault="00485E73"/>
  </w:footnote>
  <w:footnote w:type="continuationSeparator" w:id="0">
    <w:p w14:paraId="1101DFF8" w14:textId="77777777" w:rsidR="00485E73" w:rsidRDefault="00485E73">
      <w:r>
        <w:continuationSeparator/>
      </w:r>
    </w:p>
    <w:p w14:paraId="0FF9EC90" w14:textId="77777777" w:rsidR="00485E73" w:rsidRDefault="00485E73"/>
    <w:p w14:paraId="01F4FE06" w14:textId="77777777" w:rsidR="00485E73" w:rsidRDefault="00485E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180D0" w14:textId="467A6764" w:rsidR="00485E73" w:rsidRPr="00267855" w:rsidRDefault="0011113B" w:rsidP="00267855">
    <w:pPr>
      <w:pStyle w:val="Kopfzeile"/>
    </w:pPr>
    <w:r>
      <w:t>Test</w:t>
    </w:r>
    <w:r w:rsidR="005E65BE">
      <w:t>-</w:t>
    </w:r>
    <w:r>
      <w:t>Report</w:t>
    </w:r>
    <w:r>
      <w:tab/>
    </w:r>
    <w:r w:rsidR="00485E73">
      <w:tab/>
    </w:r>
    <w:r w:rsidRPr="0011113B">
      <w:t>OEM-</w:t>
    </w:r>
    <w:r w:rsidR="00327320">
      <w:t>MF-M890-TTL-3V3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B121" w14:textId="3214FFDB" w:rsidR="00485E73" w:rsidRPr="00760D21" w:rsidRDefault="0011113B" w:rsidP="008E0770">
    <w:pPr>
      <w:pStyle w:val="Kopfzeile"/>
    </w:pPr>
    <w:r w:rsidRPr="00760D21">
      <w:t>OEM-</w:t>
    </w:r>
    <w:r w:rsidR="0087715D" w:rsidRPr="00760D21">
      <w:t>MF</w:t>
    </w:r>
    <w:r w:rsidRPr="00760D21">
      <w:tab/>
    </w:r>
    <w:r w:rsidR="00760D21" w:rsidRPr="00760D21">
      <w:t>Complaints P</w:t>
    </w:r>
    <w:r w:rsidR="00760D21">
      <w:t>rocessing</w:t>
    </w:r>
    <w:r w:rsidRPr="00760D21">
      <w:tab/>
      <w:t>Test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CA4F" w14:textId="77777777" w:rsidR="00485E73" w:rsidRDefault="00485E73" w:rsidP="00D77335">
    <w:pPr>
      <w:pStyle w:val="Titelseite"/>
    </w:pPr>
  </w:p>
  <w:p w14:paraId="5ACC22B9" w14:textId="77777777" w:rsidR="00485E73" w:rsidRDefault="00485E73" w:rsidP="00D77335">
    <w:pPr>
      <w:pStyle w:val="Titelseite"/>
    </w:pPr>
  </w:p>
  <w:p w14:paraId="645CEDF1" w14:textId="77777777" w:rsidR="00485E73" w:rsidRDefault="00485E73" w:rsidP="00D77335">
    <w:pPr>
      <w:pStyle w:val="Titelseite"/>
    </w:pPr>
    <w:r>
      <w:rPr>
        <w:noProof/>
        <w:lang w:val="de-DE"/>
      </w:rPr>
      <w:drawing>
        <wp:inline distT="0" distB="0" distL="0" distR="0" wp14:anchorId="7DA6FF44" wp14:editId="0A9BC1ED">
          <wp:extent cx="2872870" cy="720000"/>
          <wp:effectExtent l="0" t="0" r="3810" b="4445"/>
          <wp:docPr id="1126" name="Grafik 1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TRONIC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75E06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3888C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EA21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2291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6BC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6259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25E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5C7C5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60476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5800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B2F43D0"/>
    <w:multiLevelType w:val="hybridMultilevel"/>
    <w:tmpl w:val="872291EA"/>
    <w:name w:val="Outline"/>
    <w:lvl w:ilvl="0" w:tplc="3D565C18">
      <w:start w:val="1"/>
      <w:numFmt w:val="bullet"/>
      <w:lvlText w:val="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color w:val="000080"/>
        <w:sz w:val="12"/>
        <w:szCs w:val="12"/>
      </w:rPr>
    </w:lvl>
    <w:lvl w:ilvl="1" w:tplc="9F146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2A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26D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84B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2C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4E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FAC7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6670D7"/>
    <w:multiLevelType w:val="multilevel"/>
    <w:tmpl w:val="16A8A23A"/>
    <w:name w:val="WW8Num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424DC8"/>
    <w:multiLevelType w:val="hybridMultilevel"/>
    <w:tmpl w:val="19A2D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F3348"/>
    <w:multiLevelType w:val="singleLevel"/>
    <w:tmpl w:val="5664A2EE"/>
    <w:lvl w:ilvl="0">
      <w:start w:val="1"/>
      <w:numFmt w:val="decimal"/>
      <w:pStyle w:val="Aufzhlung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5" w15:restartNumberingAfterBreak="0">
    <w:nsid w:val="35715B9F"/>
    <w:multiLevelType w:val="singleLevel"/>
    <w:tmpl w:val="51A6AF04"/>
    <w:name w:val="WW8Num422"/>
    <w:lvl w:ilvl="0">
      <w:start w:val="1"/>
      <w:numFmt w:val="bullet"/>
      <w:pStyle w:val="TabelleAuflistung"/>
      <w:lvlText w:val="•"/>
      <w:lvlJc w:val="left"/>
      <w:pPr>
        <w:tabs>
          <w:tab w:val="num" w:pos="360"/>
        </w:tabs>
        <w:ind w:left="360" w:hanging="360"/>
      </w:pPr>
      <w:rPr>
        <w:rFonts w:ascii="CG Omega" w:hAnsi="Trebuchet MS" w:hint="default"/>
      </w:rPr>
    </w:lvl>
  </w:abstractNum>
  <w:abstractNum w:abstractNumId="16" w15:restartNumberingAfterBreak="0">
    <w:nsid w:val="494519D4"/>
    <w:multiLevelType w:val="hybridMultilevel"/>
    <w:tmpl w:val="B6380B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17F06"/>
    <w:multiLevelType w:val="multilevel"/>
    <w:tmpl w:val="64EC08CC"/>
    <w:name w:val="WW8Num422223"/>
    <w:lvl w:ilvl="0">
      <w:start w:val="1"/>
      <w:numFmt w:val="decimal"/>
      <w:isLgl/>
      <w:suff w:val="space"/>
      <w:lvlText w:val="%1"/>
      <w:lvlJc w:val="left"/>
      <w:pPr>
        <w:ind w:left="0" w:firstLine="0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C4A0F52"/>
    <w:multiLevelType w:val="singleLevel"/>
    <w:tmpl w:val="2FECF804"/>
    <w:lvl w:ilvl="0">
      <w:start w:val="1"/>
      <w:numFmt w:val="bullet"/>
      <w:pStyle w:val="Auflistung"/>
      <w:lvlText w:val="·"/>
      <w:lvlJc w:val="left"/>
      <w:pPr>
        <w:tabs>
          <w:tab w:val="num" w:pos="879"/>
        </w:tabs>
        <w:ind w:left="879" w:hanging="454"/>
      </w:pPr>
      <w:rPr>
        <w:rFonts w:ascii="Symbol" w:hAnsi="Symbol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  <w:lvlOverride w:ilvl="0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8"/>
  </w:num>
  <w:num w:numId="13">
    <w:abstractNumId w:val="15"/>
  </w:num>
  <w:num w:numId="14">
    <w:abstractNumId w:val="14"/>
    <w:lvlOverride w:ilvl="0">
      <w:startOverride w:val="1"/>
    </w:lvlOverride>
  </w:num>
  <w:num w:numId="15">
    <w:abstractNumId w:val="13"/>
  </w:num>
  <w:num w:numId="1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>
      <o:colormru v:ext="edit" colors="#0b3d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959"/>
    <w:rsid w:val="00000664"/>
    <w:rsid w:val="00000C04"/>
    <w:rsid w:val="00000F12"/>
    <w:rsid w:val="00004FE7"/>
    <w:rsid w:val="000050E6"/>
    <w:rsid w:val="00006124"/>
    <w:rsid w:val="000067CC"/>
    <w:rsid w:val="00007987"/>
    <w:rsid w:val="0001081F"/>
    <w:rsid w:val="00012DE5"/>
    <w:rsid w:val="00012EC0"/>
    <w:rsid w:val="00013F0C"/>
    <w:rsid w:val="000147CD"/>
    <w:rsid w:val="00020CBC"/>
    <w:rsid w:val="00022FD5"/>
    <w:rsid w:val="00023554"/>
    <w:rsid w:val="00025B20"/>
    <w:rsid w:val="0002709E"/>
    <w:rsid w:val="000303CC"/>
    <w:rsid w:val="00031BFF"/>
    <w:rsid w:val="00033D64"/>
    <w:rsid w:val="0003461A"/>
    <w:rsid w:val="0003476B"/>
    <w:rsid w:val="00034AAC"/>
    <w:rsid w:val="00041260"/>
    <w:rsid w:val="000472C6"/>
    <w:rsid w:val="000500EE"/>
    <w:rsid w:val="0005021D"/>
    <w:rsid w:val="00050AB3"/>
    <w:rsid w:val="00051572"/>
    <w:rsid w:val="00052B8F"/>
    <w:rsid w:val="0005407A"/>
    <w:rsid w:val="00055224"/>
    <w:rsid w:val="00062C1B"/>
    <w:rsid w:val="00062EFA"/>
    <w:rsid w:val="000659E9"/>
    <w:rsid w:val="00067743"/>
    <w:rsid w:val="00070BBF"/>
    <w:rsid w:val="00071084"/>
    <w:rsid w:val="0007114D"/>
    <w:rsid w:val="00072416"/>
    <w:rsid w:val="00073374"/>
    <w:rsid w:val="00073788"/>
    <w:rsid w:val="00074C98"/>
    <w:rsid w:val="000756C9"/>
    <w:rsid w:val="00075F9B"/>
    <w:rsid w:val="00076180"/>
    <w:rsid w:val="000861F9"/>
    <w:rsid w:val="00086D5F"/>
    <w:rsid w:val="000922BF"/>
    <w:rsid w:val="000923FE"/>
    <w:rsid w:val="00094102"/>
    <w:rsid w:val="00097084"/>
    <w:rsid w:val="000A1973"/>
    <w:rsid w:val="000A3782"/>
    <w:rsid w:val="000A4119"/>
    <w:rsid w:val="000A4491"/>
    <w:rsid w:val="000A5B6D"/>
    <w:rsid w:val="000A6AB5"/>
    <w:rsid w:val="000A7D5B"/>
    <w:rsid w:val="000B0F02"/>
    <w:rsid w:val="000B1BE4"/>
    <w:rsid w:val="000B41B2"/>
    <w:rsid w:val="000B47B5"/>
    <w:rsid w:val="000B58B0"/>
    <w:rsid w:val="000C0B4A"/>
    <w:rsid w:val="000C12DD"/>
    <w:rsid w:val="000C1A6F"/>
    <w:rsid w:val="000C5ECA"/>
    <w:rsid w:val="000C656C"/>
    <w:rsid w:val="000D28CF"/>
    <w:rsid w:val="000D3F1D"/>
    <w:rsid w:val="000D46F1"/>
    <w:rsid w:val="000D47F7"/>
    <w:rsid w:val="000D5C99"/>
    <w:rsid w:val="000D665F"/>
    <w:rsid w:val="000D7CAA"/>
    <w:rsid w:val="000E02D9"/>
    <w:rsid w:val="000E0AE4"/>
    <w:rsid w:val="000E1666"/>
    <w:rsid w:val="000E2357"/>
    <w:rsid w:val="000E2B31"/>
    <w:rsid w:val="000E445D"/>
    <w:rsid w:val="000E4DB7"/>
    <w:rsid w:val="000E5657"/>
    <w:rsid w:val="000E5B5E"/>
    <w:rsid w:val="000E666D"/>
    <w:rsid w:val="000E6A6A"/>
    <w:rsid w:val="000E73F2"/>
    <w:rsid w:val="000E7E45"/>
    <w:rsid w:val="000F058C"/>
    <w:rsid w:val="000F243F"/>
    <w:rsid w:val="000F3231"/>
    <w:rsid w:val="000F4521"/>
    <w:rsid w:val="000F578B"/>
    <w:rsid w:val="000F6197"/>
    <w:rsid w:val="000F7102"/>
    <w:rsid w:val="0010129B"/>
    <w:rsid w:val="001015BD"/>
    <w:rsid w:val="00101B57"/>
    <w:rsid w:val="00102656"/>
    <w:rsid w:val="00102A47"/>
    <w:rsid w:val="0010334D"/>
    <w:rsid w:val="00103443"/>
    <w:rsid w:val="00106BC0"/>
    <w:rsid w:val="00106CAC"/>
    <w:rsid w:val="00107764"/>
    <w:rsid w:val="001077F7"/>
    <w:rsid w:val="00107E43"/>
    <w:rsid w:val="00110E8A"/>
    <w:rsid w:val="0011113B"/>
    <w:rsid w:val="00115436"/>
    <w:rsid w:val="00125F84"/>
    <w:rsid w:val="001269E7"/>
    <w:rsid w:val="00132D9F"/>
    <w:rsid w:val="00133486"/>
    <w:rsid w:val="001335F7"/>
    <w:rsid w:val="001358CC"/>
    <w:rsid w:val="00136EA3"/>
    <w:rsid w:val="00137ABB"/>
    <w:rsid w:val="00143CC5"/>
    <w:rsid w:val="00152888"/>
    <w:rsid w:val="001528AB"/>
    <w:rsid w:val="00157B1B"/>
    <w:rsid w:val="00165DD6"/>
    <w:rsid w:val="001717F2"/>
    <w:rsid w:val="0017495A"/>
    <w:rsid w:val="00175901"/>
    <w:rsid w:val="0017635F"/>
    <w:rsid w:val="00182AF3"/>
    <w:rsid w:val="00184DC1"/>
    <w:rsid w:val="0018506C"/>
    <w:rsid w:val="00186F1F"/>
    <w:rsid w:val="00187C5F"/>
    <w:rsid w:val="00190067"/>
    <w:rsid w:val="001905D9"/>
    <w:rsid w:val="00191F98"/>
    <w:rsid w:val="00194469"/>
    <w:rsid w:val="001A0321"/>
    <w:rsid w:val="001A1AB8"/>
    <w:rsid w:val="001B0C16"/>
    <w:rsid w:val="001B325D"/>
    <w:rsid w:val="001B3B97"/>
    <w:rsid w:val="001B3C71"/>
    <w:rsid w:val="001B4259"/>
    <w:rsid w:val="001B53D0"/>
    <w:rsid w:val="001B58BA"/>
    <w:rsid w:val="001C159E"/>
    <w:rsid w:val="001C1703"/>
    <w:rsid w:val="001C18E4"/>
    <w:rsid w:val="001C3F53"/>
    <w:rsid w:val="001C445B"/>
    <w:rsid w:val="001C7BE3"/>
    <w:rsid w:val="001D04D9"/>
    <w:rsid w:val="001D04EE"/>
    <w:rsid w:val="001D34E0"/>
    <w:rsid w:val="001D3F93"/>
    <w:rsid w:val="001D6821"/>
    <w:rsid w:val="001D7497"/>
    <w:rsid w:val="001E191E"/>
    <w:rsid w:val="001E5C27"/>
    <w:rsid w:val="001E6B36"/>
    <w:rsid w:val="001F05E1"/>
    <w:rsid w:val="001F2760"/>
    <w:rsid w:val="001F3251"/>
    <w:rsid w:val="001F63D9"/>
    <w:rsid w:val="001F6ABE"/>
    <w:rsid w:val="001F7AA1"/>
    <w:rsid w:val="00205008"/>
    <w:rsid w:val="002057E6"/>
    <w:rsid w:val="00205F0A"/>
    <w:rsid w:val="002062E5"/>
    <w:rsid w:val="002073D5"/>
    <w:rsid w:val="00212D8A"/>
    <w:rsid w:val="0021718C"/>
    <w:rsid w:val="00217ADF"/>
    <w:rsid w:val="00230B2A"/>
    <w:rsid w:val="0023279F"/>
    <w:rsid w:val="00236555"/>
    <w:rsid w:val="0024075F"/>
    <w:rsid w:val="00240FF6"/>
    <w:rsid w:val="0024250D"/>
    <w:rsid w:val="002447DB"/>
    <w:rsid w:val="00246BA7"/>
    <w:rsid w:val="00247428"/>
    <w:rsid w:val="00251C57"/>
    <w:rsid w:val="00252CB9"/>
    <w:rsid w:val="00254B37"/>
    <w:rsid w:val="00261F49"/>
    <w:rsid w:val="002638C2"/>
    <w:rsid w:val="00263EF4"/>
    <w:rsid w:val="002641A1"/>
    <w:rsid w:val="00264225"/>
    <w:rsid w:val="00265D83"/>
    <w:rsid w:val="00267855"/>
    <w:rsid w:val="00270600"/>
    <w:rsid w:val="00270770"/>
    <w:rsid w:val="00275873"/>
    <w:rsid w:val="002771D1"/>
    <w:rsid w:val="00281165"/>
    <w:rsid w:val="002817AE"/>
    <w:rsid w:val="00285663"/>
    <w:rsid w:val="00286568"/>
    <w:rsid w:val="00286FE9"/>
    <w:rsid w:val="00292D0D"/>
    <w:rsid w:val="00293B69"/>
    <w:rsid w:val="00294D98"/>
    <w:rsid w:val="00296CE4"/>
    <w:rsid w:val="00296E89"/>
    <w:rsid w:val="002970BB"/>
    <w:rsid w:val="002A036E"/>
    <w:rsid w:val="002A0AB5"/>
    <w:rsid w:val="002A37B7"/>
    <w:rsid w:val="002A4E19"/>
    <w:rsid w:val="002A51F2"/>
    <w:rsid w:val="002A53E5"/>
    <w:rsid w:val="002A7EFF"/>
    <w:rsid w:val="002B01A8"/>
    <w:rsid w:val="002B2813"/>
    <w:rsid w:val="002B29BE"/>
    <w:rsid w:val="002B49C7"/>
    <w:rsid w:val="002B5ECB"/>
    <w:rsid w:val="002B692E"/>
    <w:rsid w:val="002B7DBA"/>
    <w:rsid w:val="002C18E9"/>
    <w:rsid w:val="002C2050"/>
    <w:rsid w:val="002C3969"/>
    <w:rsid w:val="002D27B5"/>
    <w:rsid w:val="002D5B4A"/>
    <w:rsid w:val="002D7243"/>
    <w:rsid w:val="002E1AF0"/>
    <w:rsid w:val="002E21EF"/>
    <w:rsid w:val="002E3823"/>
    <w:rsid w:val="002E3FB0"/>
    <w:rsid w:val="002E76C5"/>
    <w:rsid w:val="002E79A0"/>
    <w:rsid w:val="002F2288"/>
    <w:rsid w:val="002F43DB"/>
    <w:rsid w:val="002F4AD7"/>
    <w:rsid w:val="002F7671"/>
    <w:rsid w:val="002F78F1"/>
    <w:rsid w:val="00300740"/>
    <w:rsid w:val="00305BD0"/>
    <w:rsid w:val="00310764"/>
    <w:rsid w:val="0031152F"/>
    <w:rsid w:val="00311D2B"/>
    <w:rsid w:val="00313A5D"/>
    <w:rsid w:val="00314B8D"/>
    <w:rsid w:val="0031586D"/>
    <w:rsid w:val="00315EC6"/>
    <w:rsid w:val="00315FD4"/>
    <w:rsid w:val="003172A6"/>
    <w:rsid w:val="00320D2D"/>
    <w:rsid w:val="003221CC"/>
    <w:rsid w:val="00322C05"/>
    <w:rsid w:val="00325470"/>
    <w:rsid w:val="00327320"/>
    <w:rsid w:val="003303A8"/>
    <w:rsid w:val="00331953"/>
    <w:rsid w:val="00332E4F"/>
    <w:rsid w:val="003333FA"/>
    <w:rsid w:val="003351FC"/>
    <w:rsid w:val="00340B2C"/>
    <w:rsid w:val="00341251"/>
    <w:rsid w:val="00341E58"/>
    <w:rsid w:val="003452D5"/>
    <w:rsid w:val="00350823"/>
    <w:rsid w:val="00350D92"/>
    <w:rsid w:val="00353C41"/>
    <w:rsid w:val="00357454"/>
    <w:rsid w:val="00360CC3"/>
    <w:rsid w:val="003638CF"/>
    <w:rsid w:val="00367091"/>
    <w:rsid w:val="00374F66"/>
    <w:rsid w:val="003760F9"/>
    <w:rsid w:val="00376E80"/>
    <w:rsid w:val="00377027"/>
    <w:rsid w:val="0038124A"/>
    <w:rsid w:val="00384E81"/>
    <w:rsid w:val="00387D15"/>
    <w:rsid w:val="0039189E"/>
    <w:rsid w:val="00392EBA"/>
    <w:rsid w:val="00394B81"/>
    <w:rsid w:val="00396FE4"/>
    <w:rsid w:val="003A05BB"/>
    <w:rsid w:val="003A1D66"/>
    <w:rsid w:val="003A2740"/>
    <w:rsid w:val="003B1420"/>
    <w:rsid w:val="003B6D26"/>
    <w:rsid w:val="003B72F5"/>
    <w:rsid w:val="003B7CEA"/>
    <w:rsid w:val="003C44CB"/>
    <w:rsid w:val="003D141E"/>
    <w:rsid w:val="003D506C"/>
    <w:rsid w:val="003D6890"/>
    <w:rsid w:val="003D6AA4"/>
    <w:rsid w:val="003E052D"/>
    <w:rsid w:val="003E12C1"/>
    <w:rsid w:val="003E1B8A"/>
    <w:rsid w:val="003E1E62"/>
    <w:rsid w:val="003E3A3A"/>
    <w:rsid w:val="003E62E2"/>
    <w:rsid w:val="003E66F0"/>
    <w:rsid w:val="003E7F6C"/>
    <w:rsid w:val="003F19A8"/>
    <w:rsid w:val="003F68DA"/>
    <w:rsid w:val="004029BF"/>
    <w:rsid w:val="0040559B"/>
    <w:rsid w:val="00406527"/>
    <w:rsid w:val="00407183"/>
    <w:rsid w:val="004079D7"/>
    <w:rsid w:val="004109D6"/>
    <w:rsid w:val="00412B91"/>
    <w:rsid w:val="00413494"/>
    <w:rsid w:val="00414AB4"/>
    <w:rsid w:val="00414E0A"/>
    <w:rsid w:val="00417F58"/>
    <w:rsid w:val="00420075"/>
    <w:rsid w:val="004219C3"/>
    <w:rsid w:val="00421F16"/>
    <w:rsid w:val="00422DC1"/>
    <w:rsid w:val="00422E08"/>
    <w:rsid w:val="00423060"/>
    <w:rsid w:val="00423623"/>
    <w:rsid w:val="0042425F"/>
    <w:rsid w:val="0042737B"/>
    <w:rsid w:val="00427476"/>
    <w:rsid w:val="00427AB9"/>
    <w:rsid w:val="00430A1E"/>
    <w:rsid w:val="004332B3"/>
    <w:rsid w:val="00433537"/>
    <w:rsid w:val="004344B2"/>
    <w:rsid w:val="0043488A"/>
    <w:rsid w:val="00435906"/>
    <w:rsid w:val="00436D12"/>
    <w:rsid w:val="00442719"/>
    <w:rsid w:val="00442F07"/>
    <w:rsid w:val="004430E7"/>
    <w:rsid w:val="0044354E"/>
    <w:rsid w:val="00444F48"/>
    <w:rsid w:val="00447C92"/>
    <w:rsid w:val="00450265"/>
    <w:rsid w:val="0045077D"/>
    <w:rsid w:val="00451C05"/>
    <w:rsid w:val="00453314"/>
    <w:rsid w:val="00454F24"/>
    <w:rsid w:val="0045786B"/>
    <w:rsid w:val="0046051B"/>
    <w:rsid w:val="00461308"/>
    <w:rsid w:val="00461EA5"/>
    <w:rsid w:val="00466AFE"/>
    <w:rsid w:val="0046714D"/>
    <w:rsid w:val="0047012A"/>
    <w:rsid w:val="00475AB4"/>
    <w:rsid w:val="004809BC"/>
    <w:rsid w:val="00485721"/>
    <w:rsid w:val="00485E4E"/>
    <w:rsid w:val="00485E73"/>
    <w:rsid w:val="00490504"/>
    <w:rsid w:val="00492F32"/>
    <w:rsid w:val="004960DF"/>
    <w:rsid w:val="004A11B8"/>
    <w:rsid w:val="004A1A2E"/>
    <w:rsid w:val="004A3521"/>
    <w:rsid w:val="004A6C8C"/>
    <w:rsid w:val="004B14DA"/>
    <w:rsid w:val="004B39C1"/>
    <w:rsid w:val="004B420C"/>
    <w:rsid w:val="004B4D7A"/>
    <w:rsid w:val="004B6752"/>
    <w:rsid w:val="004C0F00"/>
    <w:rsid w:val="004C1083"/>
    <w:rsid w:val="004C225F"/>
    <w:rsid w:val="004C4B2C"/>
    <w:rsid w:val="004C52E3"/>
    <w:rsid w:val="004C5D6B"/>
    <w:rsid w:val="004D17F4"/>
    <w:rsid w:val="004D74D2"/>
    <w:rsid w:val="004E0510"/>
    <w:rsid w:val="004E09B3"/>
    <w:rsid w:val="004E141E"/>
    <w:rsid w:val="004E2971"/>
    <w:rsid w:val="004E3ABC"/>
    <w:rsid w:val="004E6200"/>
    <w:rsid w:val="004E6FD1"/>
    <w:rsid w:val="004F1098"/>
    <w:rsid w:val="004F1C88"/>
    <w:rsid w:val="004F41C7"/>
    <w:rsid w:val="00503993"/>
    <w:rsid w:val="00504A89"/>
    <w:rsid w:val="00507623"/>
    <w:rsid w:val="00507ED8"/>
    <w:rsid w:val="00510DE8"/>
    <w:rsid w:val="00514806"/>
    <w:rsid w:val="005149A4"/>
    <w:rsid w:val="00514B37"/>
    <w:rsid w:val="00514F81"/>
    <w:rsid w:val="0051510F"/>
    <w:rsid w:val="00516C22"/>
    <w:rsid w:val="0052245C"/>
    <w:rsid w:val="0052520E"/>
    <w:rsid w:val="00526613"/>
    <w:rsid w:val="00526C8B"/>
    <w:rsid w:val="00527774"/>
    <w:rsid w:val="00531AEE"/>
    <w:rsid w:val="005322C6"/>
    <w:rsid w:val="00533E2A"/>
    <w:rsid w:val="005359C9"/>
    <w:rsid w:val="00537B60"/>
    <w:rsid w:val="005417D1"/>
    <w:rsid w:val="00541ECB"/>
    <w:rsid w:val="005424DB"/>
    <w:rsid w:val="00543EEA"/>
    <w:rsid w:val="005448F8"/>
    <w:rsid w:val="00547CC0"/>
    <w:rsid w:val="005514CB"/>
    <w:rsid w:val="00551F13"/>
    <w:rsid w:val="0055461C"/>
    <w:rsid w:val="005550B3"/>
    <w:rsid w:val="005556E7"/>
    <w:rsid w:val="00556CD5"/>
    <w:rsid w:val="00557F5F"/>
    <w:rsid w:val="005618E6"/>
    <w:rsid w:val="0056277C"/>
    <w:rsid w:val="005634E3"/>
    <w:rsid w:val="00574703"/>
    <w:rsid w:val="0057508A"/>
    <w:rsid w:val="00575091"/>
    <w:rsid w:val="00575DC4"/>
    <w:rsid w:val="005840B2"/>
    <w:rsid w:val="00586F3A"/>
    <w:rsid w:val="00595BAE"/>
    <w:rsid w:val="005A3513"/>
    <w:rsid w:val="005A65BC"/>
    <w:rsid w:val="005A7F91"/>
    <w:rsid w:val="005B0C47"/>
    <w:rsid w:val="005B0FD6"/>
    <w:rsid w:val="005B1066"/>
    <w:rsid w:val="005B472B"/>
    <w:rsid w:val="005B6559"/>
    <w:rsid w:val="005B703B"/>
    <w:rsid w:val="005C1D86"/>
    <w:rsid w:val="005C23E1"/>
    <w:rsid w:val="005C2DBD"/>
    <w:rsid w:val="005C3760"/>
    <w:rsid w:val="005C4B99"/>
    <w:rsid w:val="005C4C21"/>
    <w:rsid w:val="005C673C"/>
    <w:rsid w:val="005C6835"/>
    <w:rsid w:val="005D0B41"/>
    <w:rsid w:val="005D12EE"/>
    <w:rsid w:val="005D1609"/>
    <w:rsid w:val="005D2518"/>
    <w:rsid w:val="005D4D66"/>
    <w:rsid w:val="005D57E5"/>
    <w:rsid w:val="005D5AAD"/>
    <w:rsid w:val="005E0C82"/>
    <w:rsid w:val="005E17D9"/>
    <w:rsid w:val="005E28AD"/>
    <w:rsid w:val="005E3948"/>
    <w:rsid w:val="005E65BE"/>
    <w:rsid w:val="005F0031"/>
    <w:rsid w:val="005F2326"/>
    <w:rsid w:val="005F25B1"/>
    <w:rsid w:val="005F38EA"/>
    <w:rsid w:val="005F3A37"/>
    <w:rsid w:val="005F4275"/>
    <w:rsid w:val="005F47C4"/>
    <w:rsid w:val="005F4B0C"/>
    <w:rsid w:val="005F6B30"/>
    <w:rsid w:val="005F7B3D"/>
    <w:rsid w:val="00600D2D"/>
    <w:rsid w:val="006012E3"/>
    <w:rsid w:val="0060350D"/>
    <w:rsid w:val="00604D64"/>
    <w:rsid w:val="0060611D"/>
    <w:rsid w:val="00607447"/>
    <w:rsid w:val="006131EE"/>
    <w:rsid w:val="00613B91"/>
    <w:rsid w:val="0061744E"/>
    <w:rsid w:val="0062261E"/>
    <w:rsid w:val="006234C5"/>
    <w:rsid w:val="0062389E"/>
    <w:rsid w:val="00623959"/>
    <w:rsid w:val="006251D9"/>
    <w:rsid w:val="00630B2D"/>
    <w:rsid w:val="006315BB"/>
    <w:rsid w:val="00633DF5"/>
    <w:rsid w:val="00636447"/>
    <w:rsid w:val="006364F0"/>
    <w:rsid w:val="00636B87"/>
    <w:rsid w:val="0064136F"/>
    <w:rsid w:val="00641447"/>
    <w:rsid w:val="0064185A"/>
    <w:rsid w:val="006421F3"/>
    <w:rsid w:val="0064325A"/>
    <w:rsid w:val="00646973"/>
    <w:rsid w:val="00647D48"/>
    <w:rsid w:val="006522AE"/>
    <w:rsid w:val="006548EF"/>
    <w:rsid w:val="00654D73"/>
    <w:rsid w:val="00655C89"/>
    <w:rsid w:val="006618B1"/>
    <w:rsid w:val="00661997"/>
    <w:rsid w:val="00662CA6"/>
    <w:rsid w:val="006703CA"/>
    <w:rsid w:val="00673B0B"/>
    <w:rsid w:val="00674282"/>
    <w:rsid w:val="00682A48"/>
    <w:rsid w:val="006832A6"/>
    <w:rsid w:val="0068430A"/>
    <w:rsid w:val="00685FE7"/>
    <w:rsid w:val="00687201"/>
    <w:rsid w:val="00690204"/>
    <w:rsid w:val="00690CA0"/>
    <w:rsid w:val="006916C2"/>
    <w:rsid w:val="00692328"/>
    <w:rsid w:val="00692D2A"/>
    <w:rsid w:val="0069737C"/>
    <w:rsid w:val="006A36F8"/>
    <w:rsid w:val="006A459C"/>
    <w:rsid w:val="006A7E79"/>
    <w:rsid w:val="006B0887"/>
    <w:rsid w:val="006B19C4"/>
    <w:rsid w:val="006B1F7A"/>
    <w:rsid w:val="006B418D"/>
    <w:rsid w:val="006B4D8B"/>
    <w:rsid w:val="006B780A"/>
    <w:rsid w:val="006C0B5D"/>
    <w:rsid w:val="006C42FF"/>
    <w:rsid w:val="006C580D"/>
    <w:rsid w:val="006C5EC3"/>
    <w:rsid w:val="006D2BA3"/>
    <w:rsid w:val="006D4AD3"/>
    <w:rsid w:val="006D4C62"/>
    <w:rsid w:val="006E029C"/>
    <w:rsid w:val="006E0C70"/>
    <w:rsid w:val="006E43A7"/>
    <w:rsid w:val="006E61C7"/>
    <w:rsid w:val="006E68F6"/>
    <w:rsid w:val="006E6AD6"/>
    <w:rsid w:val="006F0CD8"/>
    <w:rsid w:val="006F0D6F"/>
    <w:rsid w:val="006F370C"/>
    <w:rsid w:val="006F6C44"/>
    <w:rsid w:val="006F7CD9"/>
    <w:rsid w:val="00703621"/>
    <w:rsid w:val="007036C2"/>
    <w:rsid w:val="00706FB1"/>
    <w:rsid w:val="00707628"/>
    <w:rsid w:val="0071678F"/>
    <w:rsid w:val="00717B10"/>
    <w:rsid w:val="007236E5"/>
    <w:rsid w:val="00724339"/>
    <w:rsid w:val="00724706"/>
    <w:rsid w:val="00724A22"/>
    <w:rsid w:val="007302F9"/>
    <w:rsid w:val="00735068"/>
    <w:rsid w:val="00736879"/>
    <w:rsid w:val="00736E6E"/>
    <w:rsid w:val="0074055C"/>
    <w:rsid w:val="00740AAD"/>
    <w:rsid w:val="007423E4"/>
    <w:rsid w:val="0074352A"/>
    <w:rsid w:val="00744327"/>
    <w:rsid w:val="00755210"/>
    <w:rsid w:val="007560E1"/>
    <w:rsid w:val="00760D21"/>
    <w:rsid w:val="0076262D"/>
    <w:rsid w:val="00764774"/>
    <w:rsid w:val="0076573D"/>
    <w:rsid w:val="00765DDE"/>
    <w:rsid w:val="00780FCE"/>
    <w:rsid w:val="00781BB0"/>
    <w:rsid w:val="00783AF9"/>
    <w:rsid w:val="007841DA"/>
    <w:rsid w:val="00784342"/>
    <w:rsid w:val="00786CD4"/>
    <w:rsid w:val="0078737E"/>
    <w:rsid w:val="00790F6F"/>
    <w:rsid w:val="007A0E12"/>
    <w:rsid w:val="007A425D"/>
    <w:rsid w:val="007A46AF"/>
    <w:rsid w:val="007A4E64"/>
    <w:rsid w:val="007A59FC"/>
    <w:rsid w:val="007A5CBB"/>
    <w:rsid w:val="007A7A7D"/>
    <w:rsid w:val="007B0043"/>
    <w:rsid w:val="007B256F"/>
    <w:rsid w:val="007B684A"/>
    <w:rsid w:val="007B7616"/>
    <w:rsid w:val="007B7906"/>
    <w:rsid w:val="007C2D04"/>
    <w:rsid w:val="007C75DA"/>
    <w:rsid w:val="007C78D8"/>
    <w:rsid w:val="007C7D4B"/>
    <w:rsid w:val="007D08B3"/>
    <w:rsid w:val="007D0C14"/>
    <w:rsid w:val="007D0F1E"/>
    <w:rsid w:val="007D2064"/>
    <w:rsid w:val="007D3D58"/>
    <w:rsid w:val="007D49A3"/>
    <w:rsid w:val="007D7495"/>
    <w:rsid w:val="007E2D15"/>
    <w:rsid w:val="007E34D9"/>
    <w:rsid w:val="007E4619"/>
    <w:rsid w:val="007F602F"/>
    <w:rsid w:val="007F6678"/>
    <w:rsid w:val="007F7F9F"/>
    <w:rsid w:val="00801D14"/>
    <w:rsid w:val="00804844"/>
    <w:rsid w:val="00806E89"/>
    <w:rsid w:val="008077B6"/>
    <w:rsid w:val="00810F9D"/>
    <w:rsid w:val="00812C5A"/>
    <w:rsid w:val="008131EC"/>
    <w:rsid w:val="00815046"/>
    <w:rsid w:val="00815087"/>
    <w:rsid w:val="0081556B"/>
    <w:rsid w:val="00816607"/>
    <w:rsid w:val="00816B46"/>
    <w:rsid w:val="00820394"/>
    <w:rsid w:val="0082329F"/>
    <w:rsid w:val="00826E39"/>
    <w:rsid w:val="00827746"/>
    <w:rsid w:val="00831117"/>
    <w:rsid w:val="00832204"/>
    <w:rsid w:val="00832EE3"/>
    <w:rsid w:val="0083393F"/>
    <w:rsid w:val="008355C5"/>
    <w:rsid w:val="00836EFF"/>
    <w:rsid w:val="00837BCA"/>
    <w:rsid w:val="00841837"/>
    <w:rsid w:val="00843187"/>
    <w:rsid w:val="00843732"/>
    <w:rsid w:val="008448D8"/>
    <w:rsid w:val="00845B6D"/>
    <w:rsid w:val="00846ACE"/>
    <w:rsid w:val="008548A7"/>
    <w:rsid w:val="00854CD7"/>
    <w:rsid w:val="00855E65"/>
    <w:rsid w:val="008569F5"/>
    <w:rsid w:val="008575F7"/>
    <w:rsid w:val="00864F42"/>
    <w:rsid w:val="008669F1"/>
    <w:rsid w:val="008702F1"/>
    <w:rsid w:val="00872775"/>
    <w:rsid w:val="008728A8"/>
    <w:rsid w:val="0087333D"/>
    <w:rsid w:val="00876003"/>
    <w:rsid w:val="008767DA"/>
    <w:rsid w:val="0087715D"/>
    <w:rsid w:val="00880B12"/>
    <w:rsid w:val="0088156B"/>
    <w:rsid w:val="00883627"/>
    <w:rsid w:val="00885179"/>
    <w:rsid w:val="00885BE0"/>
    <w:rsid w:val="00887670"/>
    <w:rsid w:val="00891D30"/>
    <w:rsid w:val="008927F6"/>
    <w:rsid w:val="00892BAF"/>
    <w:rsid w:val="0089420D"/>
    <w:rsid w:val="00894A7C"/>
    <w:rsid w:val="00895A59"/>
    <w:rsid w:val="00896468"/>
    <w:rsid w:val="0089767F"/>
    <w:rsid w:val="008A3054"/>
    <w:rsid w:val="008A5BA7"/>
    <w:rsid w:val="008A63A9"/>
    <w:rsid w:val="008A65F9"/>
    <w:rsid w:val="008A66C1"/>
    <w:rsid w:val="008B0FF4"/>
    <w:rsid w:val="008B43F2"/>
    <w:rsid w:val="008B5240"/>
    <w:rsid w:val="008C4B7C"/>
    <w:rsid w:val="008C535E"/>
    <w:rsid w:val="008C580C"/>
    <w:rsid w:val="008C6841"/>
    <w:rsid w:val="008C7C36"/>
    <w:rsid w:val="008D2A88"/>
    <w:rsid w:val="008D3FC0"/>
    <w:rsid w:val="008D5454"/>
    <w:rsid w:val="008D585D"/>
    <w:rsid w:val="008D5AD3"/>
    <w:rsid w:val="008E0770"/>
    <w:rsid w:val="008E1030"/>
    <w:rsid w:val="008E3D28"/>
    <w:rsid w:val="008E5FF9"/>
    <w:rsid w:val="008E6385"/>
    <w:rsid w:val="008F0549"/>
    <w:rsid w:val="008F0E3F"/>
    <w:rsid w:val="008F1314"/>
    <w:rsid w:val="008F2FA1"/>
    <w:rsid w:val="008F5D97"/>
    <w:rsid w:val="0090222D"/>
    <w:rsid w:val="00903134"/>
    <w:rsid w:val="00903934"/>
    <w:rsid w:val="00913CEB"/>
    <w:rsid w:val="00914B09"/>
    <w:rsid w:val="009159B6"/>
    <w:rsid w:val="00920C5D"/>
    <w:rsid w:val="00924106"/>
    <w:rsid w:val="00924C38"/>
    <w:rsid w:val="0092592A"/>
    <w:rsid w:val="00925BE5"/>
    <w:rsid w:val="0092669B"/>
    <w:rsid w:val="00926C99"/>
    <w:rsid w:val="00926FDC"/>
    <w:rsid w:val="009274C8"/>
    <w:rsid w:val="00927568"/>
    <w:rsid w:val="00927E3D"/>
    <w:rsid w:val="009313CB"/>
    <w:rsid w:val="00933CC0"/>
    <w:rsid w:val="00937434"/>
    <w:rsid w:val="009379B3"/>
    <w:rsid w:val="009410BD"/>
    <w:rsid w:val="00941399"/>
    <w:rsid w:val="00941EE3"/>
    <w:rsid w:val="00942449"/>
    <w:rsid w:val="00942CD6"/>
    <w:rsid w:val="00944F3A"/>
    <w:rsid w:val="00945052"/>
    <w:rsid w:val="00945091"/>
    <w:rsid w:val="009519D6"/>
    <w:rsid w:val="00952F5D"/>
    <w:rsid w:val="00953460"/>
    <w:rsid w:val="00954511"/>
    <w:rsid w:val="00954CA6"/>
    <w:rsid w:val="00963FB8"/>
    <w:rsid w:val="00966B60"/>
    <w:rsid w:val="00966F89"/>
    <w:rsid w:val="0097461B"/>
    <w:rsid w:val="00984D52"/>
    <w:rsid w:val="00984F20"/>
    <w:rsid w:val="00990F93"/>
    <w:rsid w:val="00991F40"/>
    <w:rsid w:val="0099295B"/>
    <w:rsid w:val="009944D9"/>
    <w:rsid w:val="00995205"/>
    <w:rsid w:val="00995980"/>
    <w:rsid w:val="00996D34"/>
    <w:rsid w:val="009A0174"/>
    <w:rsid w:val="009A4B25"/>
    <w:rsid w:val="009A656C"/>
    <w:rsid w:val="009B0ECA"/>
    <w:rsid w:val="009B2582"/>
    <w:rsid w:val="009B27EB"/>
    <w:rsid w:val="009B4444"/>
    <w:rsid w:val="009B4630"/>
    <w:rsid w:val="009B4A12"/>
    <w:rsid w:val="009B6A6B"/>
    <w:rsid w:val="009B7400"/>
    <w:rsid w:val="009C13DD"/>
    <w:rsid w:val="009C2FE4"/>
    <w:rsid w:val="009C388B"/>
    <w:rsid w:val="009C5E9E"/>
    <w:rsid w:val="009D28F4"/>
    <w:rsid w:val="009D480A"/>
    <w:rsid w:val="009E03BB"/>
    <w:rsid w:val="009E1F34"/>
    <w:rsid w:val="009E2161"/>
    <w:rsid w:val="009E2F54"/>
    <w:rsid w:val="009E7C04"/>
    <w:rsid w:val="009E7DE6"/>
    <w:rsid w:val="009F3DC8"/>
    <w:rsid w:val="009F44BD"/>
    <w:rsid w:val="009F4D56"/>
    <w:rsid w:val="009F4E59"/>
    <w:rsid w:val="009F505D"/>
    <w:rsid w:val="009F7BCE"/>
    <w:rsid w:val="00A009D1"/>
    <w:rsid w:val="00A00C1F"/>
    <w:rsid w:val="00A03573"/>
    <w:rsid w:val="00A05BBC"/>
    <w:rsid w:val="00A05BE3"/>
    <w:rsid w:val="00A10594"/>
    <w:rsid w:val="00A11560"/>
    <w:rsid w:val="00A12DEA"/>
    <w:rsid w:val="00A14257"/>
    <w:rsid w:val="00A16351"/>
    <w:rsid w:val="00A16D8B"/>
    <w:rsid w:val="00A22FF2"/>
    <w:rsid w:val="00A233F3"/>
    <w:rsid w:val="00A2393B"/>
    <w:rsid w:val="00A24A5B"/>
    <w:rsid w:val="00A252DD"/>
    <w:rsid w:val="00A25EEC"/>
    <w:rsid w:val="00A264F0"/>
    <w:rsid w:val="00A26DE4"/>
    <w:rsid w:val="00A27CC7"/>
    <w:rsid w:val="00A30D42"/>
    <w:rsid w:val="00A31D44"/>
    <w:rsid w:val="00A334F8"/>
    <w:rsid w:val="00A33742"/>
    <w:rsid w:val="00A33BFA"/>
    <w:rsid w:val="00A33DF4"/>
    <w:rsid w:val="00A37640"/>
    <w:rsid w:val="00A4005F"/>
    <w:rsid w:val="00A40FDB"/>
    <w:rsid w:val="00A4477F"/>
    <w:rsid w:val="00A47228"/>
    <w:rsid w:val="00A51E51"/>
    <w:rsid w:val="00A5206F"/>
    <w:rsid w:val="00A53946"/>
    <w:rsid w:val="00A53FD6"/>
    <w:rsid w:val="00A551CB"/>
    <w:rsid w:val="00A602CD"/>
    <w:rsid w:val="00A62BEB"/>
    <w:rsid w:val="00A71803"/>
    <w:rsid w:val="00A778B5"/>
    <w:rsid w:val="00A81CE0"/>
    <w:rsid w:val="00A8284D"/>
    <w:rsid w:val="00A8307F"/>
    <w:rsid w:val="00A85129"/>
    <w:rsid w:val="00A8527A"/>
    <w:rsid w:val="00A8626B"/>
    <w:rsid w:val="00A876A9"/>
    <w:rsid w:val="00A90974"/>
    <w:rsid w:val="00A918B2"/>
    <w:rsid w:val="00A93069"/>
    <w:rsid w:val="00A9429B"/>
    <w:rsid w:val="00A95AE4"/>
    <w:rsid w:val="00AA6188"/>
    <w:rsid w:val="00AA7A25"/>
    <w:rsid w:val="00AB3330"/>
    <w:rsid w:val="00AB3460"/>
    <w:rsid w:val="00AB5DD2"/>
    <w:rsid w:val="00AB72DF"/>
    <w:rsid w:val="00AC31FE"/>
    <w:rsid w:val="00AC410F"/>
    <w:rsid w:val="00AC48C1"/>
    <w:rsid w:val="00AC5B49"/>
    <w:rsid w:val="00AC68F0"/>
    <w:rsid w:val="00AC6FF2"/>
    <w:rsid w:val="00AC775F"/>
    <w:rsid w:val="00AC7C63"/>
    <w:rsid w:val="00AD3AFB"/>
    <w:rsid w:val="00AD6426"/>
    <w:rsid w:val="00AE12D8"/>
    <w:rsid w:val="00AE1359"/>
    <w:rsid w:val="00AE3688"/>
    <w:rsid w:val="00AE3BAE"/>
    <w:rsid w:val="00AE5255"/>
    <w:rsid w:val="00AE5F4F"/>
    <w:rsid w:val="00AE7AB0"/>
    <w:rsid w:val="00AF44F1"/>
    <w:rsid w:val="00AF4949"/>
    <w:rsid w:val="00AF4D68"/>
    <w:rsid w:val="00AF7416"/>
    <w:rsid w:val="00B0655E"/>
    <w:rsid w:val="00B10260"/>
    <w:rsid w:val="00B2283E"/>
    <w:rsid w:val="00B2403F"/>
    <w:rsid w:val="00B259FA"/>
    <w:rsid w:val="00B331ED"/>
    <w:rsid w:val="00B350B6"/>
    <w:rsid w:val="00B3613C"/>
    <w:rsid w:val="00B4092C"/>
    <w:rsid w:val="00B42054"/>
    <w:rsid w:val="00B452DB"/>
    <w:rsid w:val="00B473CD"/>
    <w:rsid w:val="00B4797D"/>
    <w:rsid w:val="00B543FF"/>
    <w:rsid w:val="00B54804"/>
    <w:rsid w:val="00B550F8"/>
    <w:rsid w:val="00B56F2D"/>
    <w:rsid w:val="00B611C8"/>
    <w:rsid w:val="00B6188A"/>
    <w:rsid w:val="00B62148"/>
    <w:rsid w:val="00B622C2"/>
    <w:rsid w:val="00B63444"/>
    <w:rsid w:val="00B63791"/>
    <w:rsid w:val="00B679E5"/>
    <w:rsid w:val="00B71432"/>
    <w:rsid w:val="00B7249A"/>
    <w:rsid w:val="00B7292A"/>
    <w:rsid w:val="00B743BA"/>
    <w:rsid w:val="00B77693"/>
    <w:rsid w:val="00B80F18"/>
    <w:rsid w:val="00B81A7E"/>
    <w:rsid w:val="00B8298F"/>
    <w:rsid w:val="00B86BDF"/>
    <w:rsid w:val="00B86EBA"/>
    <w:rsid w:val="00B904AF"/>
    <w:rsid w:val="00B957F5"/>
    <w:rsid w:val="00B9601B"/>
    <w:rsid w:val="00B96851"/>
    <w:rsid w:val="00BA56A7"/>
    <w:rsid w:val="00BA5AEB"/>
    <w:rsid w:val="00BA6376"/>
    <w:rsid w:val="00BB19B6"/>
    <w:rsid w:val="00BB36BD"/>
    <w:rsid w:val="00BB4071"/>
    <w:rsid w:val="00BB4A11"/>
    <w:rsid w:val="00BB586C"/>
    <w:rsid w:val="00BB6167"/>
    <w:rsid w:val="00BC1675"/>
    <w:rsid w:val="00BC4970"/>
    <w:rsid w:val="00BC4F31"/>
    <w:rsid w:val="00BC5D8E"/>
    <w:rsid w:val="00BD1585"/>
    <w:rsid w:val="00BD616E"/>
    <w:rsid w:val="00BD696B"/>
    <w:rsid w:val="00BE0DC9"/>
    <w:rsid w:val="00BE41C5"/>
    <w:rsid w:val="00BE4211"/>
    <w:rsid w:val="00BE684E"/>
    <w:rsid w:val="00BF0C7A"/>
    <w:rsid w:val="00BF12D5"/>
    <w:rsid w:val="00C00D09"/>
    <w:rsid w:val="00C023E7"/>
    <w:rsid w:val="00C02910"/>
    <w:rsid w:val="00C05292"/>
    <w:rsid w:val="00C05FA1"/>
    <w:rsid w:val="00C06F13"/>
    <w:rsid w:val="00C0723D"/>
    <w:rsid w:val="00C103ED"/>
    <w:rsid w:val="00C10BE9"/>
    <w:rsid w:val="00C10D8E"/>
    <w:rsid w:val="00C10FCE"/>
    <w:rsid w:val="00C143A6"/>
    <w:rsid w:val="00C1789D"/>
    <w:rsid w:val="00C21E26"/>
    <w:rsid w:val="00C220D0"/>
    <w:rsid w:val="00C31278"/>
    <w:rsid w:val="00C37536"/>
    <w:rsid w:val="00C37F0F"/>
    <w:rsid w:val="00C4139A"/>
    <w:rsid w:val="00C416B7"/>
    <w:rsid w:val="00C42A62"/>
    <w:rsid w:val="00C45BD9"/>
    <w:rsid w:val="00C47671"/>
    <w:rsid w:val="00C50362"/>
    <w:rsid w:val="00C51E3D"/>
    <w:rsid w:val="00C603A8"/>
    <w:rsid w:val="00C6456F"/>
    <w:rsid w:val="00C64E71"/>
    <w:rsid w:val="00C65B0B"/>
    <w:rsid w:val="00C65FEC"/>
    <w:rsid w:val="00C671CC"/>
    <w:rsid w:val="00C67ECC"/>
    <w:rsid w:val="00C72E42"/>
    <w:rsid w:val="00C744BB"/>
    <w:rsid w:val="00C7484D"/>
    <w:rsid w:val="00C77ACB"/>
    <w:rsid w:val="00C80F57"/>
    <w:rsid w:val="00C82173"/>
    <w:rsid w:val="00C8347E"/>
    <w:rsid w:val="00C8383B"/>
    <w:rsid w:val="00C83F9B"/>
    <w:rsid w:val="00C84542"/>
    <w:rsid w:val="00C8570E"/>
    <w:rsid w:val="00C85C45"/>
    <w:rsid w:val="00C917CE"/>
    <w:rsid w:val="00C9318A"/>
    <w:rsid w:val="00C97F92"/>
    <w:rsid w:val="00CA13DF"/>
    <w:rsid w:val="00CA726F"/>
    <w:rsid w:val="00CB0175"/>
    <w:rsid w:val="00CB65A9"/>
    <w:rsid w:val="00CC065E"/>
    <w:rsid w:val="00CC073D"/>
    <w:rsid w:val="00CC3996"/>
    <w:rsid w:val="00CD6467"/>
    <w:rsid w:val="00CE00E5"/>
    <w:rsid w:val="00CE05FB"/>
    <w:rsid w:val="00CE08B5"/>
    <w:rsid w:val="00CE1432"/>
    <w:rsid w:val="00CE340D"/>
    <w:rsid w:val="00CE4AD6"/>
    <w:rsid w:val="00CE7687"/>
    <w:rsid w:val="00CF19C5"/>
    <w:rsid w:val="00CF1A0B"/>
    <w:rsid w:val="00CF4227"/>
    <w:rsid w:val="00CF4CBB"/>
    <w:rsid w:val="00CF6100"/>
    <w:rsid w:val="00D00C33"/>
    <w:rsid w:val="00D05409"/>
    <w:rsid w:val="00D06545"/>
    <w:rsid w:val="00D126C0"/>
    <w:rsid w:val="00D12B8A"/>
    <w:rsid w:val="00D14FF8"/>
    <w:rsid w:val="00D156F4"/>
    <w:rsid w:val="00D1702B"/>
    <w:rsid w:val="00D34EC2"/>
    <w:rsid w:val="00D356AA"/>
    <w:rsid w:val="00D35FC2"/>
    <w:rsid w:val="00D375E2"/>
    <w:rsid w:val="00D42A5C"/>
    <w:rsid w:val="00D43B7F"/>
    <w:rsid w:val="00D441C9"/>
    <w:rsid w:val="00D45C63"/>
    <w:rsid w:val="00D51AD2"/>
    <w:rsid w:val="00D5418D"/>
    <w:rsid w:val="00D5435E"/>
    <w:rsid w:val="00D55D06"/>
    <w:rsid w:val="00D5796D"/>
    <w:rsid w:val="00D57F8A"/>
    <w:rsid w:val="00D60D1E"/>
    <w:rsid w:val="00D61D91"/>
    <w:rsid w:val="00D62735"/>
    <w:rsid w:val="00D628F1"/>
    <w:rsid w:val="00D634B4"/>
    <w:rsid w:val="00D67B56"/>
    <w:rsid w:val="00D67FC0"/>
    <w:rsid w:val="00D722DF"/>
    <w:rsid w:val="00D72888"/>
    <w:rsid w:val="00D760B2"/>
    <w:rsid w:val="00D76325"/>
    <w:rsid w:val="00D76CC6"/>
    <w:rsid w:val="00D77335"/>
    <w:rsid w:val="00D81FC8"/>
    <w:rsid w:val="00D8222F"/>
    <w:rsid w:val="00D8265C"/>
    <w:rsid w:val="00D826BF"/>
    <w:rsid w:val="00D85F85"/>
    <w:rsid w:val="00D9131A"/>
    <w:rsid w:val="00D91FEF"/>
    <w:rsid w:val="00D94E7E"/>
    <w:rsid w:val="00D9581F"/>
    <w:rsid w:val="00DA3EDB"/>
    <w:rsid w:val="00DA430D"/>
    <w:rsid w:val="00DA4D92"/>
    <w:rsid w:val="00DA5CBD"/>
    <w:rsid w:val="00DA5F32"/>
    <w:rsid w:val="00DB4CFB"/>
    <w:rsid w:val="00DB5A30"/>
    <w:rsid w:val="00DB7D44"/>
    <w:rsid w:val="00DC2778"/>
    <w:rsid w:val="00DC2A74"/>
    <w:rsid w:val="00DC3122"/>
    <w:rsid w:val="00DC33CB"/>
    <w:rsid w:val="00DD0721"/>
    <w:rsid w:val="00DD263D"/>
    <w:rsid w:val="00DD3298"/>
    <w:rsid w:val="00DD5A1C"/>
    <w:rsid w:val="00DD7319"/>
    <w:rsid w:val="00DE0877"/>
    <w:rsid w:val="00DE2255"/>
    <w:rsid w:val="00DE3C6C"/>
    <w:rsid w:val="00DE459B"/>
    <w:rsid w:val="00DE4C0F"/>
    <w:rsid w:val="00DE4FDC"/>
    <w:rsid w:val="00DE53A1"/>
    <w:rsid w:val="00DE633F"/>
    <w:rsid w:val="00DE6394"/>
    <w:rsid w:val="00DF0112"/>
    <w:rsid w:val="00DF18EC"/>
    <w:rsid w:val="00DF20ED"/>
    <w:rsid w:val="00DF397A"/>
    <w:rsid w:val="00DF79E6"/>
    <w:rsid w:val="00E00174"/>
    <w:rsid w:val="00E0085C"/>
    <w:rsid w:val="00E017FA"/>
    <w:rsid w:val="00E01BF6"/>
    <w:rsid w:val="00E100E9"/>
    <w:rsid w:val="00E12C0A"/>
    <w:rsid w:val="00E154EB"/>
    <w:rsid w:val="00E1679D"/>
    <w:rsid w:val="00E176C6"/>
    <w:rsid w:val="00E17CC2"/>
    <w:rsid w:val="00E17CEC"/>
    <w:rsid w:val="00E21529"/>
    <w:rsid w:val="00E25606"/>
    <w:rsid w:val="00E26423"/>
    <w:rsid w:val="00E32F80"/>
    <w:rsid w:val="00E33522"/>
    <w:rsid w:val="00E33B3D"/>
    <w:rsid w:val="00E343A8"/>
    <w:rsid w:val="00E34C6C"/>
    <w:rsid w:val="00E364DF"/>
    <w:rsid w:val="00E366B8"/>
    <w:rsid w:val="00E37E54"/>
    <w:rsid w:val="00E47005"/>
    <w:rsid w:val="00E47141"/>
    <w:rsid w:val="00E47774"/>
    <w:rsid w:val="00E53ED9"/>
    <w:rsid w:val="00E54144"/>
    <w:rsid w:val="00E57195"/>
    <w:rsid w:val="00E5786F"/>
    <w:rsid w:val="00E603C8"/>
    <w:rsid w:val="00E60468"/>
    <w:rsid w:val="00E60A54"/>
    <w:rsid w:val="00E6195A"/>
    <w:rsid w:val="00E621A9"/>
    <w:rsid w:val="00E624DA"/>
    <w:rsid w:val="00E62B83"/>
    <w:rsid w:val="00E64CF0"/>
    <w:rsid w:val="00E705C0"/>
    <w:rsid w:val="00E7062E"/>
    <w:rsid w:val="00E71944"/>
    <w:rsid w:val="00E73676"/>
    <w:rsid w:val="00E73B5E"/>
    <w:rsid w:val="00E76336"/>
    <w:rsid w:val="00E76ED7"/>
    <w:rsid w:val="00E776FF"/>
    <w:rsid w:val="00E809FA"/>
    <w:rsid w:val="00E81EC3"/>
    <w:rsid w:val="00E837AC"/>
    <w:rsid w:val="00E8790E"/>
    <w:rsid w:val="00E91ACC"/>
    <w:rsid w:val="00E92D83"/>
    <w:rsid w:val="00E940A6"/>
    <w:rsid w:val="00E94260"/>
    <w:rsid w:val="00E954EE"/>
    <w:rsid w:val="00EA0A01"/>
    <w:rsid w:val="00EA0B58"/>
    <w:rsid w:val="00EA1C05"/>
    <w:rsid w:val="00EA1EC0"/>
    <w:rsid w:val="00EA205D"/>
    <w:rsid w:val="00EA32D1"/>
    <w:rsid w:val="00EA73FD"/>
    <w:rsid w:val="00EB25A0"/>
    <w:rsid w:val="00EB28DC"/>
    <w:rsid w:val="00EB3E7B"/>
    <w:rsid w:val="00EB5812"/>
    <w:rsid w:val="00EB635F"/>
    <w:rsid w:val="00EC2E79"/>
    <w:rsid w:val="00EC3A90"/>
    <w:rsid w:val="00ED0D63"/>
    <w:rsid w:val="00ED12B4"/>
    <w:rsid w:val="00ED6479"/>
    <w:rsid w:val="00ED6B06"/>
    <w:rsid w:val="00ED6DCB"/>
    <w:rsid w:val="00EE1C36"/>
    <w:rsid w:val="00EE1D5F"/>
    <w:rsid w:val="00EE7A10"/>
    <w:rsid w:val="00EF03F7"/>
    <w:rsid w:val="00EF2F0D"/>
    <w:rsid w:val="00EF3597"/>
    <w:rsid w:val="00EF590A"/>
    <w:rsid w:val="00F01501"/>
    <w:rsid w:val="00F03B15"/>
    <w:rsid w:val="00F06341"/>
    <w:rsid w:val="00F06A8A"/>
    <w:rsid w:val="00F06F49"/>
    <w:rsid w:val="00F07640"/>
    <w:rsid w:val="00F157F5"/>
    <w:rsid w:val="00F16309"/>
    <w:rsid w:val="00F16542"/>
    <w:rsid w:val="00F22C86"/>
    <w:rsid w:val="00F23D57"/>
    <w:rsid w:val="00F24CD1"/>
    <w:rsid w:val="00F24DF0"/>
    <w:rsid w:val="00F25D6C"/>
    <w:rsid w:val="00F267EC"/>
    <w:rsid w:val="00F3067F"/>
    <w:rsid w:val="00F30E5A"/>
    <w:rsid w:val="00F30ECA"/>
    <w:rsid w:val="00F31FC8"/>
    <w:rsid w:val="00F36608"/>
    <w:rsid w:val="00F43AF0"/>
    <w:rsid w:val="00F45D70"/>
    <w:rsid w:val="00F46998"/>
    <w:rsid w:val="00F47B51"/>
    <w:rsid w:val="00F502D5"/>
    <w:rsid w:val="00F54F7E"/>
    <w:rsid w:val="00F56CB3"/>
    <w:rsid w:val="00F60785"/>
    <w:rsid w:val="00F610C2"/>
    <w:rsid w:val="00F61C85"/>
    <w:rsid w:val="00F62307"/>
    <w:rsid w:val="00F6580F"/>
    <w:rsid w:val="00F65D1C"/>
    <w:rsid w:val="00F66A57"/>
    <w:rsid w:val="00F66C7F"/>
    <w:rsid w:val="00F66E07"/>
    <w:rsid w:val="00F71A89"/>
    <w:rsid w:val="00F722F5"/>
    <w:rsid w:val="00F74D99"/>
    <w:rsid w:val="00F766D8"/>
    <w:rsid w:val="00F809AC"/>
    <w:rsid w:val="00F80B83"/>
    <w:rsid w:val="00F81FF5"/>
    <w:rsid w:val="00F821A6"/>
    <w:rsid w:val="00F82C88"/>
    <w:rsid w:val="00F91927"/>
    <w:rsid w:val="00F91E35"/>
    <w:rsid w:val="00F934F7"/>
    <w:rsid w:val="00F9521C"/>
    <w:rsid w:val="00F96CA3"/>
    <w:rsid w:val="00F97B97"/>
    <w:rsid w:val="00FA559A"/>
    <w:rsid w:val="00FA616A"/>
    <w:rsid w:val="00FB0993"/>
    <w:rsid w:val="00FB1B28"/>
    <w:rsid w:val="00FB1CA7"/>
    <w:rsid w:val="00FB3A16"/>
    <w:rsid w:val="00FC09E5"/>
    <w:rsid w:val="00FC1951"/>
    <w:rsid w:val="00FC3C5E"/>
    <w:rsid w:val="00FC4D6D"/>
    <w:rsid w:val="00FC4EC4"/>
    <w:rsid w:val="00FC66DF"/>
    <w:rsid w:val="00FC693B"/>
    <w:rsid w:val="00FC6A8D"/>
    <w:rsid w:val="00FD10C3"/>
    <w:rsid w:val="00FD1D39"/>
    <w:rsid w:val="00FD264C"/>
    <w:rsid w:val="00FD51CA"/>
    <w:rsid w:val="00FE2000"/>
    <w:rsid w:val="00FE2670"/>
    <w:rsid w:val="00FE47B0"/>
    <w:rsid w:val="00FE512D"/>
    <w:rsid w:val="00FE6C74"/>
    <w:rsid w:val="00FF0449"/>
    <w:rsid w:val="00FF05FB"/>
    <w:rsid w:val="00FF2F69"/>
    <w:rsid w:val="00FF3B81"/>
    <w:rsid w:val="00FF4A71"/>
    <w:rsid w:val="00FF72D7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ru v:ext="edit" colors="#0b3d92"/>
    </o:shapedefaults>
    <o:shapelayout v:ext="edit">
      <o:idmap v:ext="edit" data="1"/>
    </o:shapelayout>
  </w:shapeDefaults>
  <w:decimalSymbol w:val=","/>
  <w:listSeparator w:val=";"/>
  <w14:docId w14:val="77727C39"/>
  <w15:docId w15:val="{7ADC7CE6-9037-4D5F-9F59-1775C82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2204"/>
    <w:pPr>
      <w:spacing w:line="280" w:lineRule="atLeast"/>
      <w:jc w:val="both"/>
    </w:pPr>
    <w:rPr>
      <w:rFonts w:ascii="Calibri" w:hAnsi="Calibri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8728A8"/>
    <w:pPr>
      <w:keepNext/>
      <w:widowControl w:val="0"/>
      <w:numPr>
        <w:numId w:val="1"/>
      </w:numPr>
      <w:tabs>
        <w:tab w:val="clear" w:pos="432"/>
      </w:tabs>
      <w:spacing w:before="280" w:after="140" w:line="240" w:lineRule="auto"/>
      <w:ind w:left="567" w:hanging="567"/>
      <w:outlineLvl w:val="0"/>
    </w:pPr>
    <w:rPr>
      <w:b/>
      <w:color w:val="000000"/>
      <w:kern w:val="28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186F1F"/>
    <w:pPr>
      <w:keepNext/>
      <w:widowControl w:val="0"/>
      <w:numPr>
        <w:ilvl w:val="1"/>
        <w:numId w:val="1"/>
      </w:numPr>
      <w:spacing w:before="280" w:after="140"/>
      <w:outlineLvl w:val="1"/>
    </w:pPr>
    <w:rPr>
      <w:b/>
      <w:color w:val="000000"/>
    </w:rPr>
  </w:style>
  <w:style w:type="paragraph" w:styleId="berschrift3">
    <w:name w:val="heading 3"/>
    <w:basedOn w:val="Standard"/>
    <w:next w:val="Standard"/>
    <w:qFormat/>
    <w:rsid w:val="008F2FA1"/>
    <w:pPr>
      <w:keepNext/>
      <w:numPr>
        <w:ilvl w:val="2"/>
        <w:numId w:val="1"/>
      </w:numPr>
      <w:spacing w:before="280" w:after="14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sid w:val="008728A8"/>
    <w:rPr>
      <w:rFonts w:ascii="Calibri" w:hAnsi="Calibri"/>
      <w:b/>
      <w:color w:val="000000"/>
      <w:kern w:val="28"/>
      <w:sz w:val="24"/>
      <w:lang w:val="en-GB"/>
    </w:rPr>
  </w:style>
  <w:style w:type="character" w:customStyle="1" w:styleId="berschrift2Zchn">
    <w:name w:val="Überschrift 2 Zchn"/>
    <w:link w:val="berschrift2"/>
    <w:rsid w:val="00186F1F"/>
    <w:rPr>
      <w:rFonts w:ascii="Calibri" w:hAnsi="Calibri"/>
      <w:b/>
      <w:color w:val="000000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HTMLAdresse">
    <w:name w:val="HTML Address"/>
    <w:basedOn w:val="Standard"/>
    <w:rPr>
      <w:rFonts w:ascii="Verdana" w:hAnsi="Verdana"/>
      <w:i/>
      <w:iCs/>
      <w:color w:val="000000"/>
      <w:szCs w:val="24"/>
      <w:lang w:val="en-US" w:eastAsia="en-US"/>
    </w:rPr>
  </w:style>
  <w:style w:type="paragraph" w:customStyle="1" w:styleId="Hngend">
    <w:name w:val="Hängend"/>
    <w:basedOn w:val="Eingerckt"/>
    <w:qFormat/>
    <w:rsid w:val="006A7E79"/>
    <w:pPr>
      <w:ind w:hanging="454"/>
    </w:pPr>
    <w:rPr>
      <w:lang w:val="de-DE"/>
    </w:rPr>
  </w:style>
  <w:style w:type="paragraph" w:customStyle="1" w:styleId="Eingerckt">
    <w:name w:val="Eingerückt"/>
    <w:basedOn w:val="Standard"/>
    <w:rsid w:val="006A7E79"/>
    <w:pPr>
      <w:ind w:left="454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StandardWeb">
    <w:name w:val="Normal (Web)"/>
    <w:basedOn w:val="Standard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FC4EC4"/>
    <w:pPr>
      <w:tabs>
        <w:tab w:val="right" w:leader="dot" w:pos="9912"/>
      </w:tabs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Verzeichnis1">
    <w:name w:val="toc 1"/>
    <w:basedOn w:val="Standard"/>
    <w:next w:val="Standard"/>
    <w:uiPriority w:val="39"/>
    <w:rsid w:val="00895A59"/>
    <w:pPr>
      <w:tabs>
        <w:tab w:val="right" w:leader="dot" w:pos="9923"/>
      </w:tabs>
      <w:spacing w:before="120" w:after="120"/>
    </w:pPr>
    <w:rPr>
      <w:b/>
    </w:rPr>
  </w:style>
  <w:style w:type="paragraph" w:styleId="Verzeichnis2">
    <w:name w:val="toc 2"/>
    <w:basedOn w:val="Standard"/>
    <w:next w:val="Standard"/>
    <w:uiPriority w:val="39"/>
    <w:rsid w:val="00A26DE4"/>
    <w:pPr>
      <w:tabs>
        <w:tab w:val="right" w:leader="dot" w:pos="9923"/>
      </w:tabs>
      <w:ind w:left="454"/>
    </w:pPr>
  </w:style>
  <w:style w:type="paragraph" w:styleId="Verzeichnis3">
    <w:name w:val="toc 3"/>
    <w:basedOn w:val="Standard"/>
    <w:next w:val="Standard"/>
    <w:uiPriority w:val="39"/>
    <w:rsid w:val="00492F32"/>
    <w:pPr>
      <w:tabs>
        <w:tab w:val="right" w:leader="dot" w:pos="9923"/>
      </w:tabs>
      <w:ind w:left="454"/>
    </w:pPr>
  </w:style>
  <w:style w:type="paragraph" w:styleId="Verzeichnis4">
    <w:name w:val="toc 4"/>
    <w:basedOn w:val="Standard"/>
    <w:next w:val="Standard"/>
    <w:autoRedefine/>
    <w:uiPriority w:val="39"/>
    <w:rsid w:val="00810F9D"/>
    <w:pPr>
      <w:tabs>
        <w:tab w:val="right" w:leader="dot" w:pos="9923"/>
      </w:tabs>
      <w:ind w:left="454"/>
    </w:p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paragraph" w:styleId="Standardeinzug">
    <w:name w:val="Normal Indent"/>
    <w:basedOn w:val="Standard"/>
    <w:pPr>
      <w:ind w:left="708"/>
    </w:pPr>
  </w:style>
  <w:style w:type="paragraph" w:styleId="Funotentext">
    <w:name w:val="footnote text"/>
    <w:basedOn w:val="Standard"/>
    <w:semiHidden/>
    <w:pPr>
      <w:widowControl w:val="0"/>
      <w:tabs>
        <w:tab w:val="left" w:pos="254"/>
      </w:tabs>
    </w:pPr>
    <w:rPr>
      <w:color w:val="000000"/>
      <w:sz w:val="18"/>
    </w:rPr>
  </w:style>
  <w:style w:type="paragraph" w:styleId="Kommentartext">
    <w:name w:val="annotation text"/>
    <w:basedOn w:val="Standard"/>
    <w:semiHidden/>
    <w:pPr>
      <w:widowControl w:val="0"/>
      <w:tabs>
        <w:tab w:val="left" w:pos="254"/>
      </w:tabs>
    </w:pPr>
    <w:rPr>
      <w:rFonts w:ascii="Arial" w:hAnsi="Arial"/>
      <w:color w:val="000000"/>
    </w:rPr>
  </w:style>
  <w:style w:type="paragraph" w:styleId="Kopfzeile">
    <w:name w:val="header"/>
    <w:basedOn w:val="Standard"/>
    <w:rsid w:val="00CC3996"/>
    <w:pPr>
      <w:pBdr>
        <w:bottom w:val="single" w:sz="4" w:space="1" w:color="auto"/>
      </w:pBdr>
      <w:tabs>
        <w:tab w:val="center" w:pos="4961"/>
        <w:tab w:val="right" w:pos="9923"/>
      </w:tabs>
    </w:pPr>
    <w:rPr>
      <w:sz w:val="16"/>
    </w:rPr>
  </w:style>
  <w:style w:type="paragraph" w:styleId="Fuzeile">
    <w:name w:val="footer"/>
    <w:basedOn w:val="Standard"/>
    <w:rsid w:val="00CC3996"/>
    <w:pPr>
      <w:pBdr>
        <w:top w:val="single" w:sz="4" w:space="1" w:color="auto"/>
      </w:pBdr>
      <w:tabs>
        <w:tab w:val="center" w:pos="4961"/>
        <w:tab w:val="right" w:pos="9923"/>
      </w:tabs>
      <w:spacing w:line="240" w:lineRule="auto"/>
    </w:pPr>
    <w:rPr>
      <w:sz w:val="16"/>
    </w:r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Beschriftung">
    <w:name w:val="caption"/>
    <w:basedOn w:val="Standard"/>
    <w:next w:val="Standard"/>
    <w:qFormat/>
    <w:rsid w:val="002B29BE"/>
    <w:pPr>
      <w:spacing w:after="280"/>
    </w:pPr>
    <w:rPr>
      <w:i/>
      <w:sz w:val="18"/>
    </w:rPr>
  </w:style>
  <w:style w:type="paragraph" w:styleId="Abbildungsverzeichnis">
    <w:name w:val="table of figures"/>
    <w:basedOn w:val="Standard"/>
    <w:next w:val="Standard"/>
    <w:uiPriority w:val="99"/>
    <w:rsid w:val="0024250D"/>
    <w:pPr>
      <w:tabs>
        <w:tab w:val="right" w:leader="dot" w:pos="9923"/>
      </w:tabs>
      <w:ind w:left="400" w:hanging="400"/>
    </w:pPr>
  </w:style>
  <w:style w:type="paragraph" w:styleId="Umschlagabsenderadresse">
    <w:name w:val="envelope return"/>
    <w:basedOn w:val="Standard"/>
    <w:rPr>
      <w:rFonts w:ascii="Arial" w:hAnsi="Arial" w:cs="Arial"/>
    </w:rPr>
  </w:style>
  <w:style w:type="paragraph" w:styleId="Endnotentext">
    <w:name w:val="endnote text"/>
    <w:basedOn w:val="Standard"/>
    <w:semiHidden/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Liste">
    <w:name w:val="List"/>
    <w:basedOn w:val="Standard"/>
    <w:pPr>
      <w:spacing w:after="100"/>
      <w:ind w:left="284" w:hanging="284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Listennummer">
    <w:name w:val="List Number"/>
    <w:basedOn w:val="Standard"/>
    <w:pPr>
      <w:numPr>
        <w:numId w:val="3"/>
      </w:numPr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Aufzhlungszeichen2">
    <w:name w:val="List Bullet 2"/>
    <w:basedOn w:val="Standard"/>
    <w:autoRedefine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5"/>
      </w:numPr>
    </w:pPr>
  </w:style>
  <w:style w:type="paragraph" w:styleId="Aufzhlungszeichen4">
    <w:name w:val="List Bullet 4"/>
    <w:basedOn w:val="Standard"/>
    <w:autoRedefine/>
    <w:uiPriority w:val="99"/>
    <w:pPr>
      <w:numPr>
        <w:numId w:val="6"/>
      </w:numPr>
    </w:pPr>
  </w:style>
  <w:style w:type="paragraph" w:styleId="Aufzhlungszeichen5">
    <w:name w:val="List Bullet 5"/>
    <w:basedOn w:val="Standard"/>
    <w:autoRedefine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Titel">
    <w:name w:val="Title"/>
    <w:basedOn w:val="Standard"/>
    <w:next w:val="Standard"/>
    <w:link w:val="TitelZchn"/>
    <w:qFormat/>
    <w:rsid w:val="00A26DE4"/>
    <w:pPr>
      <w:keepNext/>
      <w:keepLines/>
      <w:spacing w:before="280" w:after="140"/>
      <w:jc w:val="left"/>
      <w:outlineLvl w:val="0"/>
    </w:pPr>
    <w:rPr>
      <w:b/>
      <w:color w:val="000000"/>
      <w:kern w:val="28"/>
      <w:sz w:val="24"/>
    </w:rPr>
  </w:style>
  <w:style w:type="paragraph" w:styleId="Gruformel">
    <w:name w:val="Closing"/>
    <w:basedOn w:val="Standard"/>
    <w:pPr>
      <w:ind w:left="4252"/>
    </w:pPr>
  </w:style>
  <w:style w:type="paragraph" w:customStyle="1" w:styleId="Titelseite">
    <w:name w:val="Titelseite"/>
    <w:basedOn w:val="Standard"/>
    <w:qFormat/>
    <w:rsid w:val="009519D6"/>
    <w:pPr>
      <w:spacing w:line="560" w:lineRule="atLeast"/>
      <w:jc w:val="right"/>
    </w:pPr>
    <w:rPr>
      <w:b/>
      <w:sz w:val="40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Anrede">
    <w:name w:val="Salutation"/>
    <w:basedOn w:val="Standard"/>
    <w:next w:val="Standard"/>
    <w:rPr>
      <w:rFonts w:ascii="Verdana" w:hAnsi="Verdana"/>
      <w:color w:val="000000"/>
      <w:szCs w:val="24"/>
      <w:lang w:val="en-US" w:eastAsia="en-US"/>
    </w:rPr>
  </w:style>
  <w:style w:type="paragraph" w:styleId="Datum">
    <w:name w:val="Date"/>
    <w:basedOn w:val="Standard"/>
    <w:next w:val="Standard"/>
  </w:style>
  <w:style w:type="paragraph" w:styleId="Textkrper-Erstzeileneinzug">
    <w:name w:val="Body Text First Indent"/>
    <w:basedOn w:val="Standard"/>
    <w:rsid w:val="00DC33CB"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Fu-Endnotenberschrift">
    <w:name w:val="Note Heading"/>
    <w:basedOn w:val="Standard"/>
    <w:next w:val="Standard"/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</w:style>
  <w:style w:type="paragraph" w:styleId="E-Mail-Signatur">
    <w:name w:val="E-mail Signature"/>
    <w:basedOn w:val="Standard"/>
    <w:rPr>
      <w:rFonts w:ascii="Verdana" w:hAnsi="Verdana"/>
      <w:color w:val="000000"/>
      <w:szCs w:val="24"/>
      <w:lang w:val="en-US" w:eastAsia="en-US"/>
    </w:rPr>
  </w:style>
  <w:style w:type="paragraph" w:styleId="Kommentarthema">
    <w:name w:val="annotation subject"/>
    <w:basedOn w:val="Kommentartext"/>
    <w:next w:val="Kommentartext"/>
    <w:semiHidden/>
    <w:pPr>
      <w:widowControl/>
      <w:tabs>
        <w:tab w:val="clear" w:pos="254"/>
      </w:tabs>
    </w:pPr>
    <w:rPr>
      <w:rFonts w:ascii="Tahoma" w:hAnsi="Tahoma"/>
      <w:b/>
      <w:bCs/>
      <w:color w:val="auto"/>
    </w:rPr>
  </w:style>
  <w:style w:type="paragraph" w:styleId="Sprechblasentext">
    <w:name w:val="Balloon Text"/>
    <w:basedOn w:val="Standard"/>
    <w:semiHidden/>
    <w:rPr>
      <w:rFonts w:cs="Tahoma"/>
      <w:sz w:val="16"/>
      <w:szCs w:val="16"/>
    </w:rPr>
  </w:style>
  <w:style w:type="paragraph" w:customStyle="1" w:styleId="Auflistung">
    <w:name w:val="Auflistung"/>
    <w:basedOn w:val="Standard"/>
    <w:link w:val="AuflistungZchn"/>
    <w:rsid w:val="007560E1"/>
    <w:pPr>
      <w:numPr>
        <w:numId w:val="12"/>
      </w:numPr>
      <w:tabs>
        <w:tab w:val="clear" w:pos="879"/>
        <w:tab w:val="left" w:pos="567"/>
      </w:tabs>
      <w:ind w:left="1021" w:hanging="737"/>
    </w:pPr>
    <w:rPr>
      <w:kern w:val="16"/>
    </w:rPr>
  </w:style>
  <w:style w:type="character" w:customStyle="1" w:styleId="AuflistungZchn">
    <w:name w:val="Auflistung Zchn"/>
    <w:link w:val="Auflistung"/>
    <w:rsid w:val="007560E1"/>
    <w:rPr>
      <w:rFonts w:ascii="Calibri" w:hAnsi="Calibri"/>
      <w:kern w:val="16"/>
      <w:lang w:val="en-GB"/>
    </w:rPr>
  </w:style>
  <w:style w:type="paragraph" w:customStyle="1" w:styleId="Tabelle">
    <w:name w:val="Tabelle"/>
    <w:basedOn w:val="Standard"/>
    <w:rsid w:val="00AC5B49"/>
    <w:pPr>
      <w:keepNext/>
      <w:keepLines/>
      <w:tabs>
        <w:tab w:val="left" w:pos="2268"/>
      </w:tabs>
    </w:pPr>
    <w:rPr>
      <w:rFonts w:asciiTheme="minorHAnsi" w:hAnsiTheme="minorHAnsi"/>
      <w:b/>
      <w:color w:val="FFFFFF" w:themeColor="background1"/>
      <w:kern w:val="16"/>
    </w:rPr>
  </w:style>
  <w:style w:type="character" w:customStyle="1" w:styleId="FormatvorlageFettHintergrund1">
    <w:name w:val="Formatvorlage Fett Hintergrund 1"/>
    <w:basedOn w:val="Absatz-Standardschriftart"/>
    <w:rsid w:val="00AC5B49"/>
    <w:rPr>
      <w:rFonts w:asciiTheme="minorHAnsi" w:hAnsiTheme="minorHAnsi"/>
      <w:b/>
      <w:bCs/>
      <w:i w:val="0"/>
      <w:color w:val="FFFFFF" w:themeColor="background1"/>
      <w:sz w:val="20"/>
    </w:rPr>
  </w:style>
  <w:style w:type="paragraph" w:customStyle="1" w:styleId="Tabellezentriert">
    <w:name w:val="Tabelle_zentriert"/>
    <w:basedOn w:val="Tabelle"/>
    <w:pPr>
      <w:jc w:val="center"/>
    </w:pPr>
  </w:style>
  <w:style w:type="paragraph" w:customStyle="1" w:styleId="TabelleAuflistung">
    <w:name w:val="Tabelle_Auflistung"/>
    <w:basedOn w:val="Tabelle"/>
    <w:pPr>
      <w:numPr>
        <w:numId w:val="13"/>
      </w:numPr>
    </w:pPr>
  </w:style>
  <w:style w:type="paragraph" w:customStyle="1" w:styleId="Inhalt">
    <w:name w:val="Inhalt"/>
    <w:basedOn w:val="berschrift1"/>
    <w:pPr>
      <w:numPr>
        <w:numId w:val="0"/>
      </w:numPr>
      <w:outlineLvl w:val="9"/>
    </w:pPr>
  </w:style>
  <w:style w:type="paragraph" w:customStyle="1" w:styleId="Sonder">
    <w:name w:val="Sonder"/>
    <w:basedOn w:val="Standard"/>
    <w:pPr>
      <w:spacing w:after="100"/>
    </w:pPr>
    <w:rPr>
      <w:rFonts w:ascii="Helvetica" w:hAnsi="Helvetica"/>
      <w:kern w:val="16"/>
    </w:rPr>
  </w:style>
  <w:style w:type="paragraph" w:customStyle="1" w:styleId="Code">
    <w:name w:val="Code"/>
    <w:rsid w:val="00D8222F"/>
    <w:pPr>
      <w:snapToGrid w:val="0"/>
    </w:pPr>
    <w:rPr>
      <w:rFonts w:ascii="Consolas" w:hAnsi="Consolas"/>
      <w:noProof/>
      <w:sz w:val="18"/>
      <w:lang w:val="en-US"/>
    </w:rPr>
  </w:style>
  <w:style w:type="paragraph" w:customStyle="1" w:styleId="Aufzhlung">
    <w:name w:val="Aufzählung"/>
    <w:basedOn w:val="Standard"/>
    <w:pPr>
      <w:numPr>
        <w:numId w:val="14"/>
      </w:numPr>
      <w:spacing w:after="100"/>
    </w:pPr>
    <w:rPr>
      <w:rFonts w:ascii="Helvetica" w:hAnsi="Helvetica"/>
      <w:kern w:val="16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rPr>
      <w:rFonts w:ascii="Tahoma" w:hAnsi="Tahoma" w:cs="Tahoma" w:hint="default"/>
      <w:sz w:val="20"/>
    </w:rPr>
  </w:style>
  <w:style w:type="table" w:styleId="TabelleEinfach1">
    <w:name w:val="Table Simple 1"/>
    <w:basedOn w:val="NormaleTabelle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Raster1">
    <w:name w:val="Table Grid 1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3D-Effekt1">
    <w:name w:val="Table 3D effects 1"/>
    <w:basedOn w:val="NormaleTabell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646973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rsid w:val="00673B0B"/>
    <w:rPr>
      <w:rFonts w:cs="Eurostile LT Bold"/>
      <w:color w:val="000000"/>
      <w:sz w:val="18"/>
      <w:szCs w:val="18"/>
    </w:rPr>
  </w:style>
  <w:style w:type="character" w:styleId="Fett">
    <w:name w:val="Strong"/>
    <w:qFormat/>
    <w:rsid w:val="001D04EE"/>
    <w:rPr>
      <w:b/>
      <w:bCs/>
    </w:rPr>
  </w:style>
  <w:style w:type="paragraph" w:customStyle="1" w:styleId="Tabelle1">
    <w:name w:val="Tabelle_1"/>
    <w:basedOn w:val="Standard"/>
    <w:qFormat/>
    <w:rsid w:val="00692D2A"/>
  </w:style>
  <w:style w:type="paragraph" w:customStyle="1" w:styleId="Tabelle1r">
    <w:name w:val="Tabelle_1r"/>
    <w:basedOn w:val="Standard"/>
    <w:qFormat/>
    <w:rsid w:val="00692D2A"/>
    <w:pPr>
      <w:jc w:val="right"/>
    </w:pPr>
  </w:style>
  <w:style w:type="paragraph" w:customStyle="1" w:styleId="Zwischenberschrift">
    <w:name w:val="Zwischenüberschrift"/>
    <w:basedOn w:val="Standard"/>
    <w:next w:val="Standard"/>
    <w:uiPriority w:val="99"/>
    <w:qFormat/>
    <w:rsid w:val="00646973"/>
    <w:pPr>
      <w:keepNext/>
      <w:keepLines/>
      <w:spacing w:before="200" w:after="80"/>
    </w:pPr>
    <w:rPr>
      <w:b/>
    </w:rPr>
  </w:style>
  <w:style w:type="paragraph" w:customStyle="1" w:styleId="Testofumetto">
    <w:name w:val="Testo fumetto"/>
    <w:basedOn w:val="Standard"/>
    <w:semiHidden/>
    <w:rsid w:val="00A25EEC"/>
    <w:pPr>
      <w:spacing w:line="240" w:lineRule="auto"/>
      <w:jc w:val="left"/>
    </w:pPr>
    <w:rPr>
      <w:rFonts w:ascii="Tahoma" w:hAnsi="Tahoma" w:cs="Tahoma"/>
      <w:sz w:val="16"/>
      <w:szCs w:val="16"/>
      <w:lang w:val="it-IT" w:eastAsia="it-IT"/>
    </w:rPr>
  </w:style>
  <w:style w:type="paragraph" w:customStyle="1" w:styleId="Trennzeile">
    <w:name w:val="Trennzeile"/>
    <w:basedOn w:val="Standard"/>
    <w:qFormat/>
    <w:rsid w:val="00A31D44"/>
    <w:pPr>
      <w:spacing w:line="140" w:lineRule="atLeast"/>
    </w:pPr>
    <w:rPr>
      <w:sz w:val="2"/>
    </w:rPr>
  </w:style>
  <w:style w:type="paragraph" w:styleId="Textkrper">
    <w:name w:val="Body Text"/>
    <w:basedOn w:val="Standard"/>
    <w:link w:val="TextkrperZchn"/>
    <w:rsid w:val="007423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7423E4"/>
    <w:rPr>
      <w:rFonts w:ascii="Calibri" w:hAnsi="Calibri"/>
      <w:lang w:val="en-GB"/>
    </w:rPr>
  </w:style>
  <w:style w:type="paragraph" w:styleId="NurText">
    <w:name w:val="Plain Text"/>
    <w:basedOn w:val="Standard"/>
    <w:link w:val="NurTextZchn"/>
    <w:rsid w:val="007423E4"/>
    <w:pPr>
      <w:spacing w:line="240" w:lineRule="auto"/>
      <w:jc w:val="left"/>
    </w:pPr>
    <w:rPr>
      <w:rFonts w:ascii="Courier New" w:hAnsi="Courier New"/>
      <w:lang w:val="it-IT" w:eastAsia="it-IT"/>
    </w:rPr>
  </w:style>
  <w:style w:type="character" w:customStyle="1" w:styleId="NurTextZchn">
    <w:name w:val="Nur Text Zchn"/>
    <w:basedOn w:val="Absatz-Standardschriftart"/>
    <w:link w:val="NurText"/>
    <w:rsid w:val="007423E4"/>
    <w:rPr>
      <w:rFonts w:ascii="Courier New" w:hAnsi="Courier New"/>
      <w:lang w:val="it-IT" w:eastAsia="it-IT"/>
    </w:rPr>
  </w:style>
  <w:style w:type="character" w:customStyle="1" w:styleId="TitelZchn">
    <w:name w:val="Titel Zchn"/>
    <w:basedOn w:val="Absatz-Standardschriftart"/>
    <w:link w:val="Titel"/>
    <w:rsid w:val="006F7CD9"/>
    <w:rPr>
      <w:rFonts w:ascii="Calibri" w:hAnsi="Calibri"/>
      <w:b/>
      <w:color w:val="000000"/>
      <w:kern w:val="28"/>
      <w:sz w:val="24"/>
      <w:lang w:val="en-GB"/>
    </w:rPr>
  </w:style>
  <w:style w:type="paragraph" w:customStyle="1" w:styleId="Titel2Seite">
    <w:name w:val="Titel 2. Seite"/>
    <w:basedOn w:val="Standard"/>
    <w:uiPriority w:val="99"/>
    <w:rsid w:val="009B4A12"/>
    <w:rPr>
      <w:rFonts w:cs="Calibri"/>
      <w:sz w:val="32"/>
      <w:szCs w:val="32"/>
    </w:rPr>
  </w:style>
  <w:style w:type="paragraph" w:customStyle="1" w:styleId="TechnischeDaten">
    <w:name w:val="Technische Daten"/>
    <w:basedOn w:val="Standard"/>
    <w:uiPriority w:val="99"/>
    <w:rsid w:val="001B4259"/>
    <w:pPr>
      <w:tabs>
        <w:tab w:val="left" w:pos="2381"/>
      </w:tabs>
      <w:spacing w:after="80"/>
      <w:ind w:left="2381" w:hanging="2381"/>
      <w:jc w:val="left"/>
    </w:pPr>
    <w:rPr>
      <w:rFonts w:cs="Calibri"/>
      <w:szCs w:val="22"/>
    </w:rPr>
  </w:style>
  <w:style w:type="paragraph" w:customStyle="1" w:styleId="Farbflche">
    <w:name w:val="Farbfläche"/>
    <w:basedOn w:val="Standard"/>
    <w:qFormat/>
    <w:rsid w:val="00D634B4"/>
    <w:pPr>
      <w:pBdr>
        <w:top w:val="single" w:sz="8" w:space="3" w:color="auto"/>
        <w:left w:val="single" w:sz="8" w:space="4" w:color="auto"/>
        <w:bottom w:val="single" w:sz="8" w:space="6" w:color="auto"/>
        <w:right w:val="single" w:sz="8" w:space="4" w:color="auto"/>
      </w:pBdr>
      <w:shd w:val="clear" w:color="auto" w:fill="FFC000"/>
      <w:ind w:right="4536"/>
    </w:pPr>
    <w:rPr>
      <w:rFonts w:asciiTheme="minorHAnsi" w:hAnsiTheme="minorHAnsi" w:cs="Calibri"/>
      <w:b/>
      <w:sz w:val="24"/>
    </w:rPr>
  </w:style>
  <w:style w:type="paragraph" w:styleId="Listenabsatz">
    <w:name w:val="List Paragraph"/>
    <w:basedOn w:val="Standard"/>
    <w:uiPriority w:val="34"/>
    <w:qFormat/>
    <w:rsid w:val="009B2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AZY%20AXXESS%20Projektgruppe\Identec%20Meeting-Note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612CE-C270-460E-B07A-2BF85412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Identec Meeting-Notes.dot</Template>
  <TotalTime>0</TotalTime>
  <Pages>3</Pages>
  <Words>266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IDENTEC Solutions GmbH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Dewald</dc:creator>
  <cp:lastModifiedBy>Stefan Dewald</cp:lastModifiedBy>
  <cp:revision>7</cp:revision>
  <cp:lastPrinted>2018-01-25T15:18:00Z</cp:lastPrinted>
  <dcterms:created xsi:type="dcterms:W3CDTF">2020-02-19T09:26:00Z</dcterms:created>
  <dcterms:modified xsi:type="dcterms:W3CDTF">2020-02-19T09:42:00Z</dcterms:modified>
</cp:coreProperties>
</file>